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8"/>
        <w:gridCol w:w="1867"/>
        <w:gridCol w:w="6525"/>
      </w:tblGrid>
      <w:tr w:rsidR="00A06A5E" w:rsidRPr="00387875" w14:paraId="0A4241B5" w14:textId="77777777" w:rsidTr="00EB510E">
        <w:tc>
          <w:tcPr>
            <w:tcW w:w="1208" w:type="dxa"/>
          </w:tcPr>
          <w:p w14:paraId="46E82A14"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Codice</w:t>
            </w:r>
          </w:p>
        </w:tc>
        <w:tc>
          <w:tcPr>
            <w:tcW w:w="1867" w:type="dxa"/>
          </w:tcPr>
          <w:p w14:paraId="53A327B1"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Descrizione</w:t>
            </w:r>
          </w:p>
        </w:tc>
        <w:tc>
          <w:tcPr>
            <w:tcW w:w="6525" w:type="dxa"/>
          </w:tcPr>
          <w:p w14:paraId="353696C1" w14:textId="77777777" w:rsidR="00A06A5E" w:rsidRPr="001E471C" w:rsidRDefault="00A06A5E" w:rsidP="00D17F30">
            <w:pPr>
              <w:jc w:val="center"/>
              <w:rPr>
                <w:rFonts w:ascii="Poppins" w:hAnsi="Poppins" w:cs="Poppins"/>
                <w:b/>
                <w:bCs/>
                <w:sz w:val="20"/>
              </w:rPr>
            </w:pPr>
            <w:r w:rsidRPr="001E471C">
              <w:rPr>
                <w:rFonts w:ascii="Poppins" w:hAnsi="Poppins" w:cs="Poppins"/>
                <w:b/>
                <w:bCs/>
                <w:sz w:val="20"/>
              </w:rPr>
              <w:t>Testo di capitolato</w:t>
            </w:r>
          </w:p>
        </w:tc>
      </w:tr>
      <w:tr w:rsidR="00A06A5E" w:rsidRPr="00DA2326" w14:paraId="175910B8" w14:textId="77777777" w:rsidTr="00EB510E">
        <w:tc>
          <w:tcPr>
            <w:tcW w:w="1208" w:type="dxa"/>
          </w:tcPr>
          <w:p w14:paraId="2ADF7D32" w14:textId="09D724DD" w:rsidR="00A06A5E" w:rsidRPr="001E471C" w:rsidRDefault="004D4E95" w:rsidP="00EB510E">
            <w:pPr>
              <w:pStyle w:val="Testocommento"/>
              <w:jc w:val="center"/>
              <w:rPr>
                <w:rFonts w:ascii="Poppins" w:hAnsi="Poppins" w:cs="Poppins"/>
              </w:rPr>
            </w:pPr>
            <w:r w:rsidRPr="004D4E95">
              <w:rPr>
                <w:rFonts w:ascii="Poppins" w:hAnsi="Poppins" w:cs="Poppins"/>
              </w:rPr>
              <w:t>28170546</w:t>
            </w:r>
          </w:p>
        </w:tc>
        <w:tc>
          <w:tcPr>
            <w:tcW w:w="1867" w:type="dxa"/>
          </w:tcPr>
          <w:p w14:paraId="5AD2A2BB" w14:textId="7488C7A7" w:rsidR="00A06A5E" w:rsidRPr="001E471C" w:rsidRDefault="00A06A5E" w:rsidP="00EB510E">
            <w:pPr>
              <w:pStyle w:val="Testocommento"/>
              <w:jc w:val="center"/>
              <w:rPr>
                <w:rFonts w:ascii="Poppins" w:hAnsi="Poppins" w:cs="Poppins"/>
              </w:rPr>
            </w:pPr>
            <w:r w:rsidRPr="001E471C">
              <w:rPr>
                <w:rFonts w:ascii="Poppins" w:hAnsi="Poppins" w:cs="Poppins"/>
              </w:rPr>
              <w:t>Modulo centrale termica Eco Hydro Kit</w:t>
            </w:r>
            <w:r w:rsidR="00F10F5C">
              <w:rPr>
                <w:rFonts w:ascii="Poppins" w:hAnsi="Poppins" w:cs="Poppins"/>
              </w:rPr>
              <w:t xml:space="preserve"> ITM-200B</w:t>
            </w:r>
          </w:p>
          <w:p w14:paraId="5DB9C948" w14:textId="77777777" w:rsidR="00A06A5E" w:rsidRPr="001E471C" w:rsidRDefault="00A06A5E" w:rsidP="00EB510E">
            <w:pPr>
              <w:jc w:val="right"/>
              <w:rPr>
                <w:rFonts w:ascii="Poppins" w:hAnsi="Poppins" w:cs="Poppins"/>
                <w:sz w:val="20"/>
              </w:rPr>
            </w:pPr>
          </w:p>
        </w:tc>
        <w:tc>
          <w:tcPr>
            <w:tcW w:w="6525" w:type="dxa"/>
          </w:tcPr>
          <w:p w14:paraId="3B6BB7D5" w14:textId="639566BA" w:rsidR="00A06A5E" w:rsidRPr="001E471C" w:rsidRDefault="00A06A5E" w:rsidP="00EB510E">
            <w:pPr>
              <w:pStyle w:val="Testocommento"/>
              <w:jc w:val="both"/>
              <w:rPr>
                <w:rFonts w:ascii="Poppins" w:hAnsi="Poppins" w:cs="Poppins"/>
              </w:rPr>
            </w:pPr>
            <w:r w:rsidRPr="001E471C">
              <w:rPr>
                <w:rFonts w:ascii="Poppins" w:hAnsi="Poppins" w:cs="Poppins"/>
              </w:rPr>
              <w:t>Modulo Centrale termica “ECO Hydro Kit” modello ITM-200</w:t>
            </w:r>
            <w:r w:rsidR="00F10F5C">
              <w:rPr>
                <w:rFonts w:ascii="Poppins" w:hAnsi="Poppins" w:cs="Poppins"/>
              </w:rPr>
              <w:t>B</w:t>
            </w:r>
            <w:r w:rsidRPr="001E471C">
              <w:rPr>
                <w:rFonts w:ascii="Poppins" w:hAnsi="Poppins" w:cs="Poppins"/>
              </w:rPr>
              <w:t xml:space="preserve"> per sistemi in pompa di calore MIRAI-SMI.</w:t>
            </w:r>
          </w:p>
          <w:p w14:paraId="2E7836B4" w14:textId="77777777" w:rsidR="00A06A5E" w:rsidRDefault="00A06A5E" w:rsidP="00EB510E">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1550062E" w14:textId="77777777" w:rsidR="00DD7057" w:rsidRPr="001E471C" w:rsidRDefault="00DD7057" w:rsidP="00EB510E">
            <w:pPr>
              <w:pStyle w:val="Testocommento"/>
              <w:jc w:val="both"/>
              <w:rPr>
                <w:rFonts w:ascii="Poppins" w:hAnsi="Poppins" w:cs="Poppins"/>
              </w:rPr>
            </w:pPr>
          </w:p>
          <w:p w14:paraId="54D76670" w14:textId="77777777" w:rsidR="00A06A5E" w:rsidRDefault="00A06A5E" w:rsidP="00EB510E">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2236458D" w14:textId="77777777" w:rsidR="00DD7057" w:rsidRPr="001E471C" w:rsidRDefault="00DD7057" w:rsidP="00EB510E">
            <w:pPr>
              <w:pStyle w:val="Testocommento"/>
              <w:jc w:val="both"/>
              <w:rPr>
                <w:rFonts w:ascii="Poppins" w:hAnsi="Poppins" w:cs="Poppins"/>
              </w:rPr>
            </w:pPr>
          </w:p>
          <w:p w14:paraId="0B8C6C8F" w14:textId="77777777" w:rsidR="00A06A5E" w:rsidRPr="001E471C" w:rsidRDefault="00A06A5E" w:rsidP="00EB510E">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sidR="007F1215">
              <w:rPr>
                <w:rFonts w:ascii="Poppins" w:hAnsi="Poppins" w:cs="Poppins"/>
              </w:rPr>
              <w:t>3/4</w:t>
            </w:r>
            <w:r w:rsidRPr="001E471C">
              <w:rPr>
                <w:rFonts w:ascii="Poppins" w:hAnsi="Poppins" w:cs="Poppins"/>
              </w:rPr>
              <w:t>” F.</w:t>
            </w:r>
          </w:p>
          <w:p w14:paraId="252D57BB" w14:textId="77777777" w:rsidR="00A06A5E" w:rsidRPr="001E471C" w:rsidRDefault="00A06A5E" w:rsidP="00EB510E">
            <w:pPr>
              <w:pStyle w:val="Paragrafoelenco"/>
              <w:ind w:left="0"/>
              <w:jc w:val="both"/>
              <w:rPr>
                <w:rFonts w:ascii="Poppins" w:hAnsi="Poppins" w:cs="Poppins"/>
              </w:rPr>
            </w:pPr>
          </w:p>
          <w:p w14:paraId="3D5A0D5C" w14:textId="77777777" w:rsidR="00A7148F" w:rsidRPr="00A71CC6" w:rsidRDefault="00A7148F" w:rsidP="00A7148F">
            <w:pPr>
              <w:jc w:val="both"/>
              <w:rPr>
                <w:rFonts w:ascii="Poppins" w:hAnsi="Poppins" w:cs="Poppins"/>
                <w:b/>
                <w:bCs/>
                <w:sz w:val="20"/>
              </w:rPr>
            </w:pPr>
            <w:r w:rsidRPr="00A71CC6">
              <w:rPr>
                <w:rFonts w:ascii="Poppins" w:hAnsi="Poppins" w:cs="Poppins"/>
                <w:b/>
                <w:bCs/>
                <w:sz w:val="20"/>
              </w:rPr>
              <w:t>Costruzione:</w:t>
            </w:r>
          </w:p>
          <w:p w14:paraId="42BF5AC3" w14:textId="4D66E659"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Serbatoio inerziale da 26 litri per il corretto funzionamento della pompa di calore e/o integrazione con un secondo generatore (caldaia gas) o come separatore idraulico d'impianto</w:t>
            </w:r>
          </w:p>
          <w:p w14:paraId="4209CA99" w14:textId="13348E34"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Accumulo per l'acqua calda sanitaria in acciaio vetrificato dotato di serpentino (misura: 180 litri)</w:t>
            </w:r>
          </w:p>
          <w:p w14:paraId="0CAE2EAB" w14:textId="6CB677F0"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Vaso d'espansione 10 litri dedicato all'impianto termico</w:t>
            </w:r>
          </w:p>
          <w:p w14:paraId="11411CDB" w14:textId="16284926"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Vaso d'espansione dedicato al circuito dell'acqua calda sanitario (misura: 8 litri)</w:t>
            </w:r>
          </w:p>
          <w:p w14:paraId="09FCC305" w14:textId="555B5F80"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Valvola motorizzata a 3 vie deviatrice per la produzione dell'ACS</w:t>
            </w:r>
          </w:p>
          <w:p w14:paraId="40D258E7" w14:textId="70936BE6"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Manometro su circuito primario</w:t>
            </w:r>
          </w:p>
          <w:p w14:paraId="60A977B3" w14:textId="222BD06A"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Valvola di caricamento impianto primario</w:t>
            </w:r>
          </w:p>
          <w:p w14:paraId="6061E970" w14:textId="4C8A22BE"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Riscaldatore elettrico 1,2 kW per l'eventuale integrazione/sostituzione nella produzione dell'acqua calda sanitaria</w:t>
            </w:r>
          </w:p>
          <w:p w14:paraId="27455E9B" w14:textId="1DBECF2F"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lastRenderedPageBreak/>
              <w:t>Anodo elettrico per la protezione dell'accumulo dell'acqua calda sanitaria e controllo dell'anodo</w:t>
            </w:r>
          </w:p>
          <w:p w14:paraId="2B4B2FE2" w14:textId="70787CD8"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Valvola bypass differenziale</w:t>
            </w:r>
          </w:p>
          <w:p w14:paraId="7E78C731" w14:textId="5E7183B4"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Predisposizione per installazione misuratore di portata</w:t>
            </w:r>
          </w:p>
          <w:p w14:paraId="7A7E97B0" w14:textId="66B635AE"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Valvole di sfiato automatiche</w:t>
            </w:r>
          </w:p>
          <w:p w14:paraId="658E2290" w14:textId="5AFD4FFB"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Valvola di sicurezza sull'accumulo sanitario</w:t>
            </w:r>
          </w:p>
          <w:p w14:paraId="18D0D03F" w14:textId="3687C494"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Scarico acqua accumulo ACS</w:t>
            </w:r>
          </w:p>
          <w:p w14:paraId="1DD1C3E0" w14:textId="64E3B673"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Valvole d'intercettazione impianto</w:t>
            </w:r>
          </w:p>
          <w:p w14:paraId="13542AB1" w14:textId="19C0B990"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Pannelli frontali e laterali facilmente removibili in caso di manutenzione</w:t>
            </w:r>
          </w:p>
          <w:p w14:paraId="1EF67243" w14:textId="331061AC" w:rsidR="00A7148F"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Portasonda per sensore di temperatura ACS</w:t>
            </w:r>
          </w:p>
          <w:p w14:paraId="2935617E" w14:textId="23D243C7" w:rsidR="00F10F5C" w:rsidRPr="00A71CC6" w:rsidRDefault="00A7148F" w:rsidP="00A71CC6">
            <w:pPr>
              <w:pStyle w:val="Paragrafoelenco"/>
              <w:numPr>
                <w:ilvl w:val="0"/>
                <w:numId w:val="5"/>
              </w:numPr>
              <w:jc w:val="both"/>
              <w:rPr>
                <w:rFonts w:ascii="Poppins" w:hAnsi="Poppins" w:cs="Poppins"/>
              </w:rPr>
            </w:pPr>
            <w:r w:rsidRPr="00A71CC6">
              <w:rPr>
                <w:rFonts w:ascii="Poppins" w:hAnsi="Poppins" w:cs="Poppins"/>
              </w:rPr>
              <w:t>Valvola di non ritorno</w:t>
            </w:r>
          </w:p>
          <w:p w14:paraId="2A6E5522" w14:textId="77777777" w:rsidR="00A7148F" w:rsidRPr="00F10F5C" w:rsidRDefault="00A7148F" w:rsidP="00F10F5C">
            <w:pPr>
              <w:jc w:val="both"/>
              <w:rPr>
                <w:rFonts w:ascii="Poppins" w:hAnsi="Poppins" w:cs="Poppins"/>
              </w:rPr>
            </w:pPr>
          </w:p>
          <w:p w14:paraId="795ADC58" w14:textId="7CA9E9CD" w:rsidR="00A06A5E" w:rsidRDefault="00A06A5E" w:rsidP="00EB510E">
            <w:pPr>
              <w:pStyle w:val="Testocommento"/>
              <w:jc w:val="both"/>
              <w:rPr>
                <w:rFonts w:ascii="Poppins" w:hAnsi="Poppins" w:cs="Poppins"/>
              </w:rPr>
            </w:pPr>
            <w:r w:rsidRPr="001E471C">
              <w:rPr>
                <w:rFonts w:ascii="Poppins" w:hAnsi="Poppins" w:cs="Poppins"/>
              </w:rPr>
              <w:t>Dimensioni [LxPxH]: 601 x 639 x 1973 mm</w:t>
            </w:r>
          </w:p>
          <w:p w14:paraId="3ACE7730" w14:textId="77777777" w:rsidR="00E57F66" w:rsidRPr="001E471C" w:rsidRDefault="00E57F66" w:rsidP="00EB510E">
            <w:pPr>
              <w:pStyle w:val="Testocommento"/>
              <w:jc w:val="both"/>
              <w:rPr>
                <w:rFonts w:ascii="Poppins" w:hAnsi="Poppins" w:cs="Poppins"/>
              </w:rPr>
            </w:pPr>
          </w:p>
          <w:p w14:paraId="2DC4277D" w14:textId="77777777" w:rsidR="00A06A5E" w:rsidRPr="00A71CC6" w:rsidRDefault="00A06A5E" w:rsidP="00EB510E">
            <w:pPr>
              <w:pStyle w:val="Testocommento"/>
              <w:jc w:val="both"/>
              <w:rPr>
                <w:rFonts w:ascii="Poppins" w:hAnsi="Poppins" w:cs="Poppins"/>
                <w:b/>
                <w:bCs/>
              </w:rPr>
            </w:pPr>
            <w:r w:rsidRPr="00A71CC6">
              <w:rPr>
                <w:rFonts w:ascii="Poppins" w:hAnsi="Poppins" w:cs="Poppins"/>
                <w:b/>
                <w:bCs/>
              </w:rPr>
              <w:t>Dati tecnici Accumulo ACS:</w:t>
            </w:r>
          </w:p>
          <w:p w14:paraId="592BA247" w14:textId="48C4DDE9"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Capacità: 180 l</w:t>
            </w:r>
            <w:r w:rsidR="004E5B7C">
              <w:rPr>
                <w:rFonts w:ascii="Poppins" w:hAnsi="Poppins" w:cs="Poppins"/>
              </w:rPr>
              <w:t>itri</w:t>
            </w:r>
          </w:p>
          <w:p w14:paraId="79FD5CA6" w14:textId="43821307" w:rsidR="00A06A5E" w:rsidRDefault="00A06A5E" w:rsidP="00A71CC6">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64F7E53B" w14:textId="5CD1C916" w:rsidR="00F10F5C" w:rsidRPr="001E471C" w:rsidRDefault="00F10F5C" w:rsidP="00A71CC6">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80</w:t>
            </w:r>
            <w:r w:rsidRPr="001E471C">
              <w:rPr>
                <w:rFonts w:ascii="Poppins" w:hAnsi="Poppins" w:cs="Poppins"/>
              </w:rPr>
              <w:t xml:space="preserve"> W (UNI EN 12897 con Tacqua = 65°C e Tambiente = 20°C)</w:t>
            </w:r>
          </w:p>
          <w:p w14:paraId="4785FAD4" w14:textId="36C44B25" w:rsidR="00F10F5C" w:rsidRDefault="00F10F5C" w:rsidP="00A71CC6">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1,78</w:t>
            </w:r>
            <w:r w:rsidRPr="001E471C">
              <w:rPr>
                <w:rFonts w:ascii="Poppins" w:hAnsi="Poppins" w:cs="Poppins"/>
              </w:rPr>
              <w:t xml:space="preserve"> W/K</w:t>
            </w:r>
          </w:p>
          <w:p w14:paraId="54F76E93" w14:textId="23838E1B" w:rsidR="00F10F5C" w:rsidRPr="001E471C" w:rsidRDefault="00F10F5C" w:rsidP="00A71CC6">
            <w:pPr>
              <w:pStyle w:val="Testocommento"/>
              <w:numPr>
                <w:ilvl w:val="0"/>
                <w:numId w:val="5"/>
              </w:numPr>
              <w:jc w:val="both"/>
              <w:rPr>
                <w:rFonts w:ascii="Poppins" w:hAnsi="Poppins" w:cs="Poppins"/>
              </w:rPr>
            </w:pPr>
            <w:r>
              <w:rPr>
                <w:rFonts w:ascii="Poppins" w:hAnsi="Poppins" w:cs="Poppins"/>
              </w:rPr>
              <w:t>Classe di efficienza energetica: C</w:t>
            </w:r>
          </w:p>
          <w:p w14:paraId="07D84ADD" w14:textId="77777777" w:rsidR="00A06A5E" w:rsidRPr="001E471C" w:rsidRDefault="00A06A5E" w:rsidP="00EB510E">
            <w:pPr>
              <w:pStyle w:val="Testocommento"/>
              <w:jc w:val="both"/>
              <w:rPr>
                <w:rFonts w:ascii="Poppins" w:hAnsi="Poppins" w:cs="Poppins"/>
              </w:rPr>
            </w:pPr>
          </w:p>
          <w:p w14:paraId="0FBCABD2" w14:textId="77777777" w:rsidR="00A06A5E" w:rsidRPr="00A71CC6" w:rsidRDefault="00A06A5E" w:rsidP="00EB510E">
            <w:pPr>
              <w:pStyle w:val="Testocommento"/>
              <w:jc w:val="both"/>
              <w:rPr>
                <w:rFonts w:ascii="Poppins" w:hAnsi="Poppins" w:cs="Poppins"/>
                <w:b/>
                <w:bCs/>
              </w:rPr>
            </w:pPr>
            <w:r w:rsidRPr="00A71CC6">
              <w:rPr>
                <w:rFonts w:ascii="Poppins" w:hAnsi="Poppins" w:cs="Poppins"/>
                <w:b/>
                <w:bCs/>
              </w:rPr>
              <w:t>Dati tecnici Accumulo Inerziale:</w:t>
            </w:r>
          </w:p>
          <w:p w14:paraId="54185F38" w14:textId="119A9FA4"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Capacità totale (volume utile): 2</w:t>
            </w:r>
            <w:r w:rsidR="00F10F5C">
              <w:rPr>
                <w:rFonts w:ascii="Poppins" w:hAnsi="Poppins" w:cs="Poppins"/>
              </w:rPr>
              <w:t>6</w:t>
            </w:r>
            <w:r w:rsidRPr="001E471C">
              <w:rPr>
                <w:rFonts w:ascii="Poppins" w:hAnsi="Poppins" w:cs="Poppins"/>
              </w:rPr>
              <w:t xml:space="preserve"> l</w:t>
            </w:r>
            <w:r w:rsidR="004E5B7C">
              <w:rPr>
                <w:rFonts w:ascii="Poppins" w:hAnsi="Poppins" w:cs="Poppins"/>
              </w:rPr>
              <w:t>itri</w:t>
            </w:r>
          </w:p>
          <w:p w14:paraId="4609CF92" w14:textId="73EB1763"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Pressione massima di esercizio: 3 bar se abbinata alla PdC</w:t>
            </w:r>
          </w:p>
          <w:p w14:paraId="48FD58C9" w14:textId="43DD0799"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 xml:space="preserve">Dispersioni S: </w:t>
            </w:r>
            <w:r w:rsidR="00F10F5C">
              <w:rPr>
                <w:rFonts w:ascii="Poppins" w:hAnsi="Poppins" w:cs="Poppins"/>
              </w:rPr>
              <w:t>40</w:t>
            </w:r>
            <w:r w:rsidRPr="001E471C">
              <w:rPr>
                <w:rFonts w:ascii="Poppins" w:hAnsi="Poppins" w:cs="Poppins"/>
              </w:rPr>
              <w:t xml:space="preserve"> W (UNI EN 12897 con Tacqua = 65°C e Tambiente = 20°C)</w:t>
            </w:r>
          </w:p>
          <w:p w14:paraId="3A43E073" w14:textId="53336867"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Dispersione specifica: 0,</w:t>
            </w:r>
            <w:r w:rsidR="00F10F5C">
              <w:rPr>
                <w:rFonts w:ascii="Poppins" w:hAnsi="Poppins" w:cs="Poppins"/>
              </w:rPr>
              <w:t>89</w:t>
            </w:r>
            <w:r w:rsidRPr="001E471C">
              <w:rPr>
                <w:rFonts w:ascii="Poppins" w:hAnsi="Poppins" w:cs="Poppins"/>
              </w:rPr>
              <w:t xml:space="preserve"> W/K</w:t>
            </w:r>
          </w:p>
          <w:p w14:paraId="699E4BC4" w14:textId="77777777" w:rsidR="00A06A5E" w:rsidRPr="001E471C" w:rsidRDefault="00A06A5E" w:rsidP="00EB510E">
            <w:pPr>
              <w:pStyle w:val="Testocommento"/>
              <w:jc w:val="both"/>
              <w:rPr>
                <w:rFonts w:ascii="Poppins" w:hAnsi="Poppins" w:cs="Poppins"/>
              </w:rPr>
            </w:pPr>
          </w:p>
          <w:p w14:paraId="78CD7CC2" w14:textId="77777777" w:rsidR="00A06A5E" w:rsidRPr="00A71CC6" w:rsidRDefault="00A06A5E" w:rsidP="00EB510E">
            <w:pPr>
              <w:pStyle w:val="Testocommento"/>
              <w:jc w:val="both"/>
              <w:rPr>
                <w:rFonts w:ascii="Poppins" w:hAnsi="Poppins" w:cs="Poppins"/>
                <w:b/>
                <w:bCs/>
              </w:rPr>
            </w:pPr>
            <w:r w:rsidRPr="00A71CC6">
              <w:rPr>
                <w:rFonts w:ascii="Poppins" w:hAnsi="Poppins" w:cs="Poppins"/>
                <w:b/>
                <w:bCs/>
              </w:rPr>
              <w:t>Campo di funzionamento:</w:t>
            </w:r>
          </w:p>
          <w:p w14:paraId="7E382784" w14:textId="1282B864"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Temperatura interna: 0 – 40°C</w:t>
            </w:r>
          </w:p>
          <w:p w14:paraId="4B50FBB2" w14:textId="1F4DFFDC" w:rsidR="00A06A5E" w:rsidRPr="001E471C" w:rsidRDefault="00A06A5E" w:rsidP="00A71CC6">
            <w:pPr>
              <w:pStyle w:val="Testocommento"/>
              <w:numPr>
                <w:ilvl w:val="0"/>
                <w:numId w:val="5"/>
              </w:numPr>
              <w:jc w:val="both"/>
              <w:rPr>
                <w:rFonts w:ascii="Poppins" w:hAnsi="Poppins" w:cs="Poppins"/>
              </w:rPr>
            </w:pPr>
            <w:r w:rsidRPr="001E471C">
              <w:rPr>
                <w:rFonts w:ascii="Poppins" w:hAnsi="Poppins" w:cs="Poppins"/>
              </w:rPr>
              <w:t xml:space="preserve">Temperatura acqua: 5 – </w:t>
            </w:r>
            <w:r w:rsidR="00F10F5C">
              <w:rPr>
                <w:rFonts w:ascii="Poppins" w:hAnsi="Poppins" w:cs="Poppins"/>
              </w:rPr>
              <w:t>60</w:t>
            </w:r>
            <w:r w:rsidRPr="001E471C">
              <w:rPr>
                <w:rFonts w:ascii="Poppins" w:hAnsi="Poppins" w:cs="Poppins"/>
              </w:rPr>
              <w:t>°C</w:t>
            </w:r>
          </w:p>
          <w:p w14:paraId="7CD4C888" w14:textId="77777777" w:rsidR="00A06A5E" w:rsidRPr="001E471C" w:rsidRDefault="00A06A5E" w:rsidP="00EB510E">
            <w:pPr>
              <w:pStyle w:val="Testocommento"/>
              <w:jc w:val="both"/>
              <w:rPr>
                <w:rFonts w:ascii="Poppins" w:hAnsi="Poppins" w:cs="Poppins"/>
                <w:b/>
                <w:bCs/>
              </w:rPr>
            </w:pPr>
          </w:p>
          <w:p w14:paraId="56BC014B" w14:textId="77777777" w:rsidR="00E0664A" w:rsidRPr="00A71CC6" w:rsidRDefault="00E0664A" w:rsidP="00E0664A">
            <w:pPr>
              <w:pStyle w:val="Testocommento"/>
              <w:jc w:val="both"/>
              <w:rPr>
                <w:rFonts w:ascii="Poppins" w:hAnsi="Poppins" w:cs="Poppins"/>
              </w:rPr>
            </w:pPr>
            <w:r w:rsidRPr="00E0664A">
              <w:rPr>
                <w:rFonts w:ascii="Poppins" w:hAnsi="Poppins" w:cs="Poppins"/>
                <w:b/>
                <w:bCs/>
              </w:rPr>
              <w:t>Dati tecnici in abbinamento con MIRAI-SMI EH0618DC</w:t>
            </w:r>
            <w:r w:rsidRPr="00E0664A">
              <w:rPr>
                <w:rFonts w:ascii="Poppins" w:hAnsi="Poppins" w:cs="Poppins"/>
              </w:rPr>
              <w:t xml:space="preserve"> (Dati in accordo al regolamento UE N. 812-814/2013 e alla norma EN 16147 </w:t>
            </w:r>
            <w:r w:rsidRPr="00A71CC6">
              <w:rPr>
                <w:rFonts w:ascii="Poppins" w:hAnsi="Poppins" w:cs="Poppins"/>
              </w:rPr>
              <w:t>- aria interna 20°C e aria esterna 7°C):</w:t>
            </w:r>
          </w:p>
          <w:p w14:paraId="058A9163" w14:textId="4155DBD3" w:rsidR="00E0664A" w:rsidRPr="00A71CC6" w:rsidRDefault="00E0664A" w:rsidP="00A71CC6">
            <w:pPr>
              <w:pStyle w:val="Testocommento"/>
              <w:numPr>
                <w:ilvl w:val="0"/>
                <w:numId w:val="5"/>
              </w:numPr>
              <w:jc w:val="both"/>
              <w:rPr>
                <w:rFonts w:ascii="Poppins" w:hAnsi="Poppins" w:cs="Poppins"/>
              </w:rPr>
            </w:pPr>
            <w:r w:rsidRPr="00A71CC6">
              <w:rPr>
                <w:rFonts w:ascii="Poppins" w:hAnsi="Poppins" w:cs="Poppins"/>
              </w:rPr>
              <w:t>Profilo di carico dichiarato: L</w:t>
            </w:r>
          </w:p>
          <w:p w14:paraId="2FF82F19" w14:textId="15DEFE94" w:rsidR="00E0664A" w:rsidRPr="00E0664A" w:rsidRDefault="00E0664A" w:rsidP="00A71CC6">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5F33AB65" w14:textId="26D92DD6"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lastRenderedPageBreak/>
              <w:t>Livello di potenza sonora L</w:t>
            </w:r>
            <w:r w:rsidRPr="00E0664A">
              <w:rPr>
                <w:rFonts w:ascii="Poppins" w:hAnsi="Poppins" w:cs="Poppins"/>
                <w:vertAlign w:val="subscript"/>
              </w:rPr>
              <w:t>WA</w:t>
            </w:r>
            <w:r w:rsidRPr="00E0664A">
              <w:rPr>
                <w:rFonts w:ascii="Poppins" w:hAnsi="Poppins" w:cs="Poppins"/>
              </w:rPr>
              <w:t xml:space="preserve"> all'esterno: 60 dB(A)</w:t>
            </w:r>
          </w:p>
          <w:p w14:paraId="5C432F4F" w14:textId="74C03BD0"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187ADFF0" w14:textId="73612121"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Tempo di riscaldamento (h:min): 1:45 (riscaldamento dell’accumulo da  10°C alla temperatura del termostato)</w:t>
            </w:r>
          </w:p>
          <w:p w14:paraId="3CEDC5CA" w14:textId="01DC9AC6"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assorbita per il riscaldamento: 2,65 kWh (riscaldamento dell’accumulo da  10°C alla temperatura del termostato)</w:t>
            </w:r>
          </w:p>
          <w:p w14:paraId="08C9BACA" w14:textId="547432A8"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assorbita in stand-by: 40 W</w:t>
            </w:r>
          </w:p>
          <w:p w14:paraId="3E0F9A25" w14:textId="08C83B10"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77995135" w14:textId="3E1D384E"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4571644C" w14:textId="358D8EED" w:rsidR="00A71CC6" w:rsidRPr="00A71CC6" w:rsidRDefault="00E0664A" w:rsidP="00A71CC6">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4,2 kW</w:t>
            </w:r>
          </w:p>
          <w:p w14:paraId="151ABB57" w14:textId="77777777" w:rsidR="00E0664A" w:rsidRPr="00A71CC6" w:rsidRDefault="00E0664A" w:rsidP="00E0664A">
            <w:pPr>
              <w:pStyle w:val="Testocommento"/>
              <w:jc w:val="both"/>
              <w:rPr>
                <w:rFonts w:ascii="Poppins" w:hAnsi="Poppins" w:cs="Poppins"/>
                <w:b/>
                <w:bCs/>
              </w:rPr>
            </w:pPr>
            <w:r w:rsidRPr="00A71CC6">
              <w:rPr>
                <w:rFonts w:ascii="Poppins" w:hAnsi="Poppins" w:cs="Poppins"/>
                <w:b/>
                <w:bCs/>
              </w:rPr>
              <w:t>Dati elettrici:</w:t>
            </w:r>
          </w:p>
          <w:p w14:paraId="3D91AF74" w14:textId="2C92D83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massima assorbita: 3,75 kW</w:t>
            </w:r>
          </w:p>
          <w:p w14:paraId="1904CD7C" w14:textId="187E41E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Corrente massima assorbita: 16,6 A</w:t>
            </w:r>
          </w:p>
          <w:p w14:paraId="684BC771" w14:textId="3EB3E98E"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3E2F1923" w14:textId="1713B8DE"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2FE41A73" w14:textId="6AA7CCA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Grado di protezione IP: IPX1B</w:t>
            </w:r>
          </w:p>
          <w:p w14:paraId="5CD7733C" w14:textId="4263F33F"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pressione sonora all’esterno: 38 dB(A) (valore riferito a fattore di direzionalità pari a 2 in campo aperto e distanza dall’unità di 5 metri)</w:t>
            </w:r>
          </w:p>
          <w:p w14:paraId="506CAD3F" w14:textId="77777777" w:rsidR="00E0664A" w:rsidRPr="00E0664A" w:rsidRDefault="00E0664A" w:rsidP="00E0664A">
            <w:pPr>
              <w:pStyle w:val="Testocommento"/>
              <w:jc w:val="both"/>
              <w:rPr>
                <w:rFonts w:ascii="Poppins" w:hAnsi="Poppins" w:cs="Poppins"/>
              </w:rPr>
            </w:pPr>
          </w:p>
          <w:p w14:paraId="743F2BAA" w14:textId="1C05C267" w:rsidR="00E0664A" w:rsidRPr="00E0664A" w:rsidRDefault="00E0664A" w:rsidP="00E0664A">
            <w:pPr>
              <w:pStyle w:val="Testocommento"/>
              <w:jc w:val="both"/>
              <w:rPr>
                <w:rFonts w:ascii="Poppins" w:hAnsi="Poppins" w:cs="Poppins"/>
              </w:rPr>
            </w:pPr>
            <w:r w:rsidRPr="00E0664A">
              <w:rPr>
                <w:rFonts w:ascii="Poppins" w:hAnsi="Poppins" w:cs="Poppins"/>
                <w:b/>
                <w:bCs/>
              </w:rPr>
              <w:t>Dati tecnici in abbinamento con MIRAI-SMI EH1018DC</w:t>
            </w:r>
            <w:r w:rsidRPr="00E0664A">
              <w:rPr>
                <w:rFonts w:ascii="Poppins" w:hAnsi="Poppins" w:cs="Poppins"/>
              </w:rPr>
              <w:t xml:space="preserve"> (Dati in accordo al regolamento UE N. 812-814/2013 e alla norma EN 16147</w:t>
            </w:r>
            <w:r w:rsidR="00A71CC6">
              <w:rPr>
                <w:rFonts w:ascii="Poppins" w:hAnsi="Poppins" w:cs="Poppins"/>
              </w:rPr>
              <w:t xml:space="preserve"> </w:t>
            </w:r>
            <w:r w:rsidRPr="00E0664A">
              <w:rPr>
                <w:rFonts w:ascii="Poppins" w:hAnsi="Poppins" w:cs="Poppins"/>
              </w:rPr>
              <w:t>- aria interna 20°C e aria esterna 7°C):</w:t>
            </w:r>
          </w:p>
          <w:p w14:paraId="367B1A89" w14:textId="69316550"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Profilo di carico dichiarato: L</w:t>
            </w:r>
          </w:p>
          <w:p w14:paraId="2BB5C453" w14:textId="27089444"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Classe di efficienza energetica: A</w:t>
            </w:r>
          </w:p>
          <w:p w14:paraId="773973B9" w14:textId="0F2CC541"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63 dB(A)</w:t>
            </w:r>
          </w:p>
          <w:p w14:paraId="72197CA9" w14:textId="43980C34"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56D0545B" w14:textId="54EC6FD3"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Tempo di riscaldamento (h:min): 1:20 (riscaldamento dell’accumulo da 10°C alla temperatura del termostato)</w:t>
            </w:r>
          </w:p>
          <w:p w14:paraId="114115BB" w14:textId="0377FE7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assorbita per il riscaldamento: 2,61 kWh (riscaldamento dell’accumulo da  10°C alla temperatura del termostato)</w:t>
            </w:r>
          </w:p>
          <w:p w14:paraId="08EB6547" w14:textId="73FA896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assorbita in stand-by: 43 W</w:t>
            </w:r>
          </w:p>
          <w:p w14:paraId="49990D10" w14:textId="6D76D74A"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0F970877" w14:textId="7D430D7F"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302C750E" w14:textId="1948012A"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5,6 kW</w:t>
            </w:r>
          </w:p>
          <w:p w14:paraId="349359ED" w14:textId="77777777" w:rsidR="00E0664A" w:rsidRPr="00A71CC6" w:rsidRDefault="00E0664A" w:rsidP="00E0664A">
            <w:pPr>
              <w:pStyle w:val="Testocommento"/>
              <w:jc w:val="both"/>
              <w:rPr>
                <w:rFonts w:ascii="Poppins" w:hAnsi="Poppins" w:cs="Poppins"/>
                <w:b/>
                <w:bCs/>
              </w:rPr>
            </w:pPr>
            <w:r w:rsidRPr="00A71CC6">
              <w:rPr>
                <w:rFonts w:ascii="Poppins" w:hAnsi="Poppins" w:cs="Poppins"/>
                <w:b/>
                <w:bCs/>
              </w:rPr>
              <w:t>Dati elettrici:</w:t>
            </w:r>
          </w:p>
          <w:p w14:paraId="13EDA9A6" w14:textId="5ECD3BD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massima assorbita: 5,15 kW</w:t>
            </w:r>
          </w:p>
          <w:p w14:paraId="1F9202E6" w14:textId="027E5898"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Corrente massima assorbita: 22,9 A</w:t>
            </w:r>
          </w:p>
          <w:p w14:paraId="3F85F0DF" w14:textId="44196163"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lastRenderedPageBreak/>
              <w:t>Potenza elettrica resistenza integrativa ACS: 1,20 kW</w:t>
            </w:r>
          </w:p>
          <w:p w14:paraId="10766126" w14:textId="1CB9E63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2879A2E2" w14:textId="22C18EE5"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Grado di protezione IP: IPX1B</w:t>
            </w:r>
          </w:p>
          <w:p w14:paraId="5D6A74CB" w14:textId="4196EF3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pressione sonora all’esterno: 41</w:t>
            </w:r>
            <w:r w:rsidR="00A71CC6">
              <w:rPr>
                <w:rFonts w:ascii="Poppins" w:hAnsi="Poppins" w:cs="Poppins"/>
              </w:rPr>
              <w:t xml:space="preserve"> </w:t>
            </w:r>
            <w:r w:rsidRPr="00E0664A">
              <w:rPr>
                <w:rFonts w:ascii="Poppins" w:hAnsi="Poppins" w:cs="Poppins"/>
              </w:rPr>
              <w:t>dB(A) (valore riferito a fattore di direzionalità pari a 2 in campo aperto e distanza dall’unità di 5 metri)</w:t>
            </w:r>
          </w:p>
          <w:p w14:paraId="580F6E87" w14:textId="77777777" w:rsidR="00E0664A" w:rsidRPr="00E0664A" w:rsidRDefault="00E0664A" w:rsidP="00E0664A">
            <w:pPr>
              <w:pStyle w:val="Testocommento"/>
              <w:jc w:val="both"/>
              <w:rPr>
                <w:rFonts w:ascii="Poppins" w:hAnsi="Poppins" w:cs="Poppins"/>
              </w:rPr>
            </w:pPr>
          </w:p>
          <w:p w14:paraId="631028A0" w14:textId="77777777" w:rsidR="00E0664A" w:rsidRPr="00E0664A" w:rsidRDefault="00E0664A" w:rsidP="00E0664A">
            <w:pPr>
              <w:pStyle w:val="Testocommento"/>
              <w:jc w:val="both"/>
              <w:rPr>
                <w:rFonts w:ascii="Poppins" w:hAnsi="Poppins" w:cs="Poppins"/>
              </w:rPr>
            </w:pPr>
            <w:r w:rsidRPr="00E0664A">
              <w:rPr>
                <w:rFonts w:ascii="Poppins" w:hAnsi="Poppins" w:cs="Poppins"/>
                <w:b/>
                <w:bCs/>
              </w:rPr>
              <w:t>Dati tecnici in abbinamento con MIRAI-SMI EH1218DC</w:t>
            </w:r>
            <w:r w:rsidRPr="00E0664A">
              <w:rPr>
                <w:rFonts w:ascii="Poppins" w:hAnsi="Poppins" w:cs="Poppins"/>
              </w:rPr>
              <w:t xml:space="preserve"> (Dati in accordo al regolamento UE N. 812-814/2013 e alla norma EN 16147 - aria interna 20°C e aria esterna 7°C):</w:t>
            </w:r>
          </w:p>
          <w:p w14:paraId="7DF37E6D" w14:textId="64C28E9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Profilo di carico dichiarato: XL</w:t>
            </w:r>
          </w:p>
          <w:p w14:paraId="014628EB" w14:textId="16E5D15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Classe di efficienza energetica: A</w:t>
            </w:r>
          </w:p>
          <w:p w14:paraId="7B9C62A9" w14:textId="099CA1D8"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3981DC71" w14:textId="58F9878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45F2A169" w14:textId="0EA382E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Tempo di riscaldamento (h:min): 1:00 (riscaldamento dell’accumulo da 10°C alla temperatura del termostato)</w:t>
            </w:r>
          </w:p>
          <w:p w14:paraId="08270221" w14:textId="67F6869F"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assorbita per il riscaldamento: 2,74 kWh (riscaldamento dell’accumulo da  10°C alla temperatura del termostato)</w:t>
            </w:r>
          </w:p>
          <w:p w14:paraId="5B895C51" w14:textId="6DAD1266"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assorbita in stand-by: 44 W</w:t>
            </w:r>
          </w:p>
          <w:p w14:paraId="3FA76F56" w14:textId="23A7D67B"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2,55</w:t>
            </w:r>
          </w:p>
          <w:p w14:paraId="1566FCE7" w14:textId="337880D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2B00E869" w14:textId="29A8AEB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7,3 kW</w:t>
            </w:r>
          </w:p>
          <w:p w14:paraId="5CE0CA5A" w14:textId="77777777" w:rsidR="00E0664A" w:rsidRPr="00A71CC6" w:rsidRDefault="00E0664A" w:rsidP="00E0664A">
            <w:pPr>
              <w:pStyle w:val="Testocommento"/>
              <w:jc w:val="both"/>
              <w:rPr>
                <w:rFonts w:ascii="Poppins" w:hAnsi="Poppins" w:cs="Poppins"/>
                <w:b/>
                <w:bCs/>
              </w:rPr>
            </w:pPr>
            <w:r w:rsidRPr="00A71CC6">
              <w:rPr>
                <w:rFonts w:ascii="Poppins" w:hAnsi="Poppins" w:cs="Poppins"/>
                <w:b/>
                <w:bCs/>
              </w:rPr>
              <w:t>Dati elettrici:</w:t>
            </w:r>
          </w:p>
          <w:p w14:paraId="36BFC01A" w14:textId="655B13D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massima assorbita: 5,85 kW</w:t>
            </w:r>
          </w:p>
          <w:p w14:paraId="75398460" w14:textId="7215084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Corrente massima assorbita: 28,4 A</w:t>
            </w:r>
          </w:p>
          <w:p w14:paraId="3A985C66" w14:textId="2BEC7313"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21D82E9" w14:textId="2907788B"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4133CD8E" w14:textId="1EA841C4"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Grado di protezione IP: IPX1B</w:t>
            </w:r>
          </w:p>
          <w:p w14:paraId="7B61A12B" w14:textId="37EFCACE"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B70E4A1" w14:textId="77777777" w:rsidR="00E0664A" w:rsidRPr="00E0664A" w:rsidRDefault="00E0664A" w:rsidP="00E0664A">
            <w:pPr>
              <w:pStyle w:val="Testocommento"/>
              <w:jc w:val="both"/>
              <w:rPr>
                <w:rFonts w:ascii="Poppins" w:hAnsi="Poppins" w:cs="Poppins"/>
              </w:rPr>
            </w:pPr>
          </w:p>
          <w:p w14:paraId="64FFF7FC" w14:textId="77777777" w:rsidR="00E0664A" w:rsidRPr="00E0664A" w:rsidRDefault="00E0664A" w:rsidP="00E0664A">
            <w:pPr>
              <w:pStyle w:val="Testocommento"/>
              <w:jc w:val="both"/>
              <w:rPr>
                <w:rFonts w:ascii="Poppins" w:hAnsi="Poppins" w:cs="Poppins"/>
              </w:rPr>
            </w:pPr>
            <w:r w:rsidRPr="00E0664A">
              <w:rPr>
                <w:rFonts w:ascii="Poppins" w:hAnsi="Poppins" w:cs="Poppins"/>
                <w:b/>
                <w:bCs/>
              </w:rPr>
              <w:t>Dati tecnici in abbinamento con MIRAI-SMI EH1618DC</w:t>
            </w:r>
            <w:r w:rsidRPr="00E0664A">
              <w:rPr>
                <w:rFonts w:ascii="Poppins" w:hAnsi="Poppins" w:cs="Poppins"/>
              </w:rPr>
              <w:t xml:space="preserve"> (Dati in accordo al regolamento UE N. 812-814/2013 e alla norma EN 16147 - aria interna 20°C e aria esterna 7°C):</w:t>
            </w:r>
          </w:p>
          <w:p w14:paraId="4AD9765B" w14:textId="22031AC1"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Profilo di carico dichiarato: XL</w:t>
            </w:r>
          </w:p>
          <w:p w14:paraId="139E6BE9" w14:textId="6C2613FC"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Classe di efficienza energetica: A</w:t>
            </w:r>
          </w:p>
          <w:p w14:paraId="3F9E7DDF" w14:textId="0BD99B64"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3E4F9EA4" w14:textId="362B1416"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0F85D020" w14:textId="0375BC40"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lastRenderedPageBreak/>
              <w:t>Tempo di riscaldamento (h:min): 0:47 (riscaldamento dell’accumulo da 10°C alla temperatura del termostato)</w:t>
            </w:r>
          </w:p>
          <w:p w14:paraId="1B8E073C" w14:textId="4629AA59"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assorbita per il riscaldamento: 3,00 kWh (riscaldamento dell’accumulo da  10°C alla temperatura del termostato)</w:t>
            </w:r>
          </w:p>
          <w:p w14:paraId="32B857B3" w14:textId="50881F35"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assorbita in stand-by: 48 W</w:t>
            </w:r>
          </w:p>
          <w:p w14:paraId="65092BC4" w14:textId="112223A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2,35</w:t>
            </w:r>
          </w:p>
          <w:p w14:paraId="2BE0F1D2" w14:textId="41727699"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6FA9C32D" w14:textId="7918763A"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9,6 kW</w:t>
            </w:r>
          </w:p>
          <w:p w14:paraId="5EB196E6" w14:textId="77777777" w:rsidR="00E0664A" w:rsidRPr="00A71CC6" w:rsidRDefault="00E0664A" w:rsidP="00E0664A">
            <w:pPr>
              <w:pStyle w:val="Testocommento"/>
              <w:jc w:val="both"/>
              <w:rPr>
                <w:rFonts w:ascii="Poppins" w:hAnsi="Poppins" w:cs="Poppins"/>
                <w:b/>
                <w:bCs/>
              </w:rPr>
            </w:pPr>
            <w:r w:rsidRPr="00A71CC6">
              <w:rPr>
                <w:rFonts w:ascii="Poppins" w:hAnsi="Poppins" w:cs="Poppins"/>
                <w:b/>
                <w:bCs/>
              </w:rPr>
              <w:t>Dati elettrici:</w:t>
            </w:r>
          </w:p>
          <w:p w14:paraId="5DF6D1A4" w14:textId="1221DFCD"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massima assorbita: 6,95 kW</w:t>
            </w:r>
          </w:p>
          <w:p w14:paraId="60D5637B" w14:textId="38936AE7"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Corrente massima assorbita: 30,7 A</w:t>
            </w:r>
          </w:p>
          <w:p w14:paraId="75565CE4" w14:textId="0A78F8F0"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D3696A9" w14:textId="5DF2BA92"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023E8061" w14:textId="43EC5366"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Grado di protezione IP: IPX1B</w:t>
            </w:r>
          </w:p>
          <w:p w14:paraId="32CFB872" w14:textId="5C483A28" w:rsidR="00E0664A" w:rsidRPr="00E0664A" w:rsidRDefault="00E0664A" w:rsidP="00A71CC6">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5E3B186" w14:textId="77777777" w:rsidR="00E0664A" w:rsidRPr="00E0664A" w:rsidRDefault="00E0664A" w:rsidP="00E0664A">
            <w:pPr>
              <w:pStyle w:val="Testocommento"/>
              <w:jc w:val="both"/>
              <w:rPr>
                <w:rFonts w:ascii="Poppins" w:hAnsi="Poppins" w:cs="Poppins"/>
              </w:rPr>
            </w:pPr>
          </w:p>
          <w:p w14:paraId="6B1E56CA" w14:textId="77777777" w:rsidR="00E0664A" w:rsidRPr="00E0664A" w:rsidRDefault="00E0664A" w:rsidP="00E0664A">
            <w:pPr>
              <w:pStyle w:val="Testocommento"/>
              <w:jc w:val="both"/>
              <w:rPr>
                <w:rFonts w:ascii="Poppins" w:hAnsi="Poppins" w:cs="Poppins"/>
              </w:rPr>
            </w:pPr>
            <w:r w:rsidRPr="00E0664A">
              <w:rPr>
                <w:rFonts w:ascii="Poppins" w:hAnsi="Poppins" w:cs="Poppins"/>
                <w:b/>
                <w:bCs/>
              </w:rPr>
              <w:t>Dati tecnici in abbinamento con MIRAI-SMI EH1718DC</w:t>
            </w:r>
            <w:r w:rsidRPr="00E0664A">
              <w:rPr>
                <w:rFonts w:ascii="Poppins" w:hAnsi="Poppins" w:cs="Poppins"/>
              </w:rPr>
              <w:t xml:space="preserve"> (Dati in accordo al regolamento UE N. 812-814/2013 e alla norma EN 16147 - aria interna 20°C e aria esterna 7°C):</w:t>
            </w:r>
          </w:p>
          <w:p w14:paraId="05F47FEB" w14:textId="1CE31C48"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Profilo di carico dichiarato: XL</w:t>
            </w:r>
          </w:p>
          <w:p w14:paraId="0FDC09A7" w14:textId="4FC0ADD4"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Classe di efficienza energetica: A</w:t>
            </w:r>
          </w:p>
          <w:p w14:paraId="076B16C0" w14:textId="2DD97648"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32547760" w14:textId="0A9B80F3"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6D747D7B" w14:textId="0AAEA71F"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Tempo di riscaldamento (h:min): 0:47 (riscaldamento dell’accumulo da  10°C alla temperatura del termostato)</w:t>
            </w:r>
          </w:p>
          <w:p w14:paraId="28FECF32" w14:textId="1269EE26"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Potenza elettrica assorbita per il riscaldamento: 2,91 kWh (riscaldamento dell’accumulo da 10°C alla temperatura del termostato)</w:t>
            </w:r>
          </w:p>
          <w:p w14:paraId="525F8036" w14:textId="73C69ABD"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Potenza assorbita in stand-by: 44 W</w:t>
            </w:r>
          </w:p>
          <w:p w14:paraId="34C689A9" w14:textId="252B41B8"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COP</w:t>
            </w:r>
            <w:r w:rsidRPr="00E836FE">
              <w:rPr>
                <w:rFonts w:ascii="Poppins" w:hAnsi="Poppins" w:cs="Poppins"/>
                <w:vertAlign w:val="subscript"/>
              </w:rPr>
              <w:t>DHW</w:t>
            </w:r>
            <w:r w:rsidRPr="00E0664A">
              <w:rPr>
                <w:rFonts w:ascii="Poppins" w:hAnsi="Poppins" w:cs="Poppins"/>
              </w:rPr>
              <w:t>: 2,38</w:t>
            </w:r>
          </w:p>
          <w:p w14:paraId="3F9BDD67" w14:textId="5DA90FA4"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59899D6C" w14:textId="10FD47DC"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836FE">
              <w:rPr>
                <w:rFonts w:ascii="Poppins" w:hAnsi="Poppins" w:cs="Poppins"/>
                <w:vertAlign w:val="subscript"/>
              </w:rPr>
              <w:t>rated</w:t>
            </w:r>
            <w:r w:rsidRPr="00E0664A">
              <w:rPr>
                <w:rFonts w:ascii="Poppins" w:hAnsi="Poppins" w:cs="Poppins"/>
              </w:rPr>
              <w:t>: 9,6 kW</w:t>
            </w:r>
          </w:p>
          <w:p w14:paraId="0F690C62" w14:textId="77777777" w:rsidR="00E0664A" w:rsidRPr="00392D51" w:rsidRDefault="00E0664A" w:rsidP="00E0664A">
            <w:pPr>
              <w:pStyle w:val="Testocommento"/>
              <w:jc w:val="both"/>
              <w:rPr>
                <w:rFonts w:ascii="Poppins" w:hAnsi="Poppins" w:cs="Poppins"/>
                <w:b/>
                <w:bCs/>
              </w:rPr>
            </w:pPr>
            <w:r w:rsidRPr="00392D51">
              <w:rPr>
                <w:rFonts w:ascii="Poppins" w:hAnsi="Poppins" w:cs="Poppins"/>
                <w:b/>
                <w:bCs/>
              </w:rPr>
              <w:t>Dati elettrici:</w:t>
            </w:r>
          </w:p>
          <w:p w14:paraId="4C0CBE67" w14:textId="7EB2A2CA"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Potenza massima assorbita: 6,95 kW</w:t>
            </w:r>
          </w:p>
          <w:p w14:paraId="1FF1551B" w14:textId="261C0E6E"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Corrente massima assorbita: 15,0 A</w:t>
            </w:r>
          </w:p>
          <w:p w14:paraId="085A9E91" w14:textId="1D624CEF"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1781C52B" w14:textId="5F2E1E6D"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6875C7B4" w14:textId="07521EE2" w:rsidR="00E0664A" w:rsidRPr="00E0664A" w:rsidRDefault="00E0664A" w:rsidP="00392D51">
            <w:pPr>
              <w:pStyle w:val="Testocommento"/>
              <w:numPr>
                <w:ilvl w:val="0"/>
                <w:numId w:val="5"/>
              </w:numPr>
              <w:jc w:val="both"/>
              <w:rPr>
                <w:rFonts w:ascii="Poppins" w:hAnsi="Poppins" w:cs="Poppins"/>
              </w:rPr>
            </w:pPr>
            <w:r w:rsidRPr="00E0664A">
              <w:rPr>
                <w:rFonts w:ascii="Poppins" w:hAnsi="Poppins" w:cs="Poppins"/>
              </w:rPr>
              <w:lastRenderedPageBreak/>
              <w:t>Grado di protezione IP: IPX1B</w:t>
            </w:r>
          </w:p>
          <w:p w14:paraId="6853A51D" w14:textId="74776B10" w:rsidR="00A06A5E" w:rsidRPr="001E471C" w:rsidRDefault="00E0664A" w:rsidP="00392D51">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BF230DC" w14:textId="77777777" w:rsidR="00A06A5E" w:rsidRPr="001E471C" w:rsidRDefault="00A06A5E" w:rsidP="00EB510E">
            <w:pPr>
              <w:pStyle w:val="Testocommento"/>
              <w:jc w:val="both"/>
              <w:rPr>
                <w:rFonts w:ascii="Poppins" w:hAnsi="Poppins" w:cs="Poppins"/>
              </w:rPr>
            </w:pPr>
          </w:p>
          <w:p w14:paraId="2932A7B8" w14:textId="0F055DED" w:rsidR="00A06A5E" w:rsidRPr="001E471C" w:rsidRDefault="00A06A5E" w:rsidP="00E836FE">
            <w:pPr>
              <w:pStyle w:val="Testocommento"/>
              <w:jc w:val="both"/>
              <w:rPr>
                <w:rFonts w:ascii="Poppins" w:hAnsi="Poppins" w:cs="Poppins"/>
              </w:rPr>
            </w:pPr>
            <w:r w:rsidRPr="001E471C">
              <w:rPr>
                <w:rFonts w:ascii="Poppins" w:hAnsi="Poppins" w:cs="Poppins"/>
                <w:b/>
                <w:bCs/>
              </w:rPr>
              <w:t xml:space="preserve">Marca </w:t>
            </w:r>
            <w:r w:rsidR="007C2F50">
              <w:rPr>
                <w:rFonts w:ascii="Poppins" w:hAnsi="Poppins" w:cs="Poppins"/>
                <w:b/>
                <w:bCs/>
              </w:rPr>
              <w:t>Emmeti</w:t>
            </w:r>
            <w:r w:rsidRPr="001E471C">
              <w:rPr>
                <w:rFonts w:ascii="Poppins" w:hAnsi="Poppins" w:cs="Poppins"/>
                <w:b/>
                <w:bCs/>
              </w:rPr>
              <w:t xml:space="preserve"> - Modello Modulo centrale termica Eco Hydro Kit</w:t>
            </w:r>
            <w:r w:rsidR="00E836FE">
              <w:t xml:space="preserve"> </w:t>
            </w:r>
            <w:r w:rsidR="00E836FE" w:rsidRPr="00E836FE">
              <w:rPr>
                <w:rFonts w:ascii="Poppins" w:hAnsi="Poppins" w:cs="Poppins"/>
                <w:b/>
                <w:bCs/>
              </w:rPr>
              <w:t>ITM-200B</w:t>
            </w:r>
            <w:r w:rsidRPr="001E471C">
              <w:rPr>
                <w:rFonts w:ascii="Poppins" w:hAnsi="Poppins" w:cs="Poppins"/>
                <w:b/>
                <w:bCs/>
              </w:rPr>
              <w:t xml:space="preserve"> o equivalente</w:t>
            </w:r>
            <w:r w:rsidR="00E836FE">
              <w:rPr>
                <w:rFonts w:ascii="Poppins" w:hAnsi="Poppins" w:cs="Poppins"/>
                <w:b/>
                <w:bCs/>
              </w:rPr>
              <w:t>.</w:t>
            </w:r>
          </w:p>
        </w:tc>
      </w:tr>
      <w:tr w:rsidR="004E5B7C" w:rsidRPr="00D5395B" w14:paraId="67C25C0C" w14:textId="77777777" w:rsidTr="00EB510E">
        <w:tc>
          <w:tcPr>
            <w:tcW w:w="1208" w:type="dxa"/>
          </w:tcPr>
          <w:p w14:paraId="68503997" w14:textId="11AAF69A" w:rsidR="004D4E95" w:rsidRPr="001E471C" w:rsidRDefault="004D4E95" w:rsidP="004D4E95">
            <w:pPr>
              <w:pStyle w:val="Testocommento"/>
              <w:jc w:val="center"/>
              <w:rPr>
                <w:rFonts w:ascii="Poppins" w:hAnsi="Poppins" w:cs="Poppins"/>
              </w:rPr>
            </w:pPr>
            <w:r>
              <w:rPr>
                <w:rFonts w:ascii="Poppins" w:hAnsi="Poppins" w:cs="Poppins"/>
              </w:rPr>
              <w:lastRenderedPageBreak/>
              <w:t>28170548</w:t>
            </w:r>
          </w:p>
        </w:tc>
        <w:tc>
          <w:tcPr>
            <w:tcW w:w="1867" w:type="dxa"/>
          </w:tcPr>
          <w:p w14:paraId="7466A3B9" w14:textId="454B9EB9" w:rsidR="004E5B7C" w:rsidRPr="001E471C" w:rsidRDefault="004E5B7C" w:rsidP="004E5B7C">
            <w:pPr>
              <w:pStyle w:val="Testocommento"/>
              <w:jc w:val="center"/>
              <w:rPr>
                <w:rFonts w:ascii="Poppins" w:hAnsi="Poppins" w:cs="Poppins"/>
              </w:rPr>
            </w:pPr>
            <w:r w:rsidRPr="001E471C">
              <w:rPr>
                <w:rFonts w:ascii="Poppins" w:hAnsi="Poppins" w:cs="Poppins"/>
              </w:rPr>
              <w:t>Modulo centrale termica Eco Hydro Kit</w:t>
            </w:r>
            <w:r>
              <w:rPr>
                <w:rFonts w:ascii="Poppins" w:hAnsi="Poppins" w:cs="Poppins"/>
              </w:rPr>
              <w:t xml:space="preserve"> ITM-400B</w:t>
            </w:r>
          </w:p>
          <w:p w14:paraId="68BE42CD" w14:textId="77777777" w:rsidR="004E5B7C" w:rsidRPr="001E471C" w:rsidRDefault="004E5B7C" w:rsidP="004E5B7C">
            <w:pPr>
              <w:pStyle w:val="Testocommento"/>
              <w:jc w:val="center"/>
              <w:rPr>
                <w:rFonts w:ascii="Poppins" w:hAnsi="Poppins" w:cs="Poppins"/>
              </w:rPr>
            </w:pPr>
          </w:p>
        </w:tc>
        <w:tc>
          <w:tcPr>
            <w:tcW w:w="6525" w:type="dxa"/>
          </w:tcPr>
          <w:p w14:paraId="2CD04DF0" w14:textId="65F3F1ED" w:rsidR="004E5B7C" w:rsidRPr="001E471C" w:rsidRDefault="004E5B7C" w:rsidP="004E5B7C">
            <w:pPr>
              <w:pStyle w:val="Testocommento"/>
              <w:jc w:val="both"/>
              <w:rPr>
                <w:rFonts w:ascii="Poppins" w:hAnsi="Poppins" w:cs="Poppins"/>
              </w:rPr>
            </w:pPr>
            <w:r w:rsidRPr="001E471C">
              <w:rPr>
                <w:rFonts w:ascii="Poppins" w:hAnsi="Poppins" w:cs="Poppins"/>
              </w:rPr>
              <w:t>Modulo Centrale termica “ECO Hydro Kit” modello ITM-</w:t>
            </w:r>
            <w:r>
              <w:rPr>
                <w:rFonts w:ascii="Poppins" w:hAnsi="Poppins" w:cs="Poppins"/>
              </w:rPr>
              <w:t>4</w:t>
            </w:r>
            <w:r w:rsidRPr="001E471C">
              <w:rPr>
                <w:rFonts w:ascii="Poppins" w:hAnsi="Poppins" w:cs="Poppins"/>
              </w:rPr>
              <w:t>00</w:t>
            </w:r>
            <w:r>
              <w:rPr>
                <w:rFonts w:ascii="Poppins" w:hAnsi="Poppins" w:cs="Poppins"/>
              </w:rPr>
              <w:t>B</w:t>
            </w:r>
            <w:r w:rsidRPr="001E471C">
              <w:rPr>
                <w:rFonts w:ascii="Poppins" w:hAnsi="Poppins" w:cs="Poppins"/>
              </w:rPr>
              <w:t xml:space="preserve"> per sistemi in pompa di calore MIRAI-SMI.</w:t>
            </w:r>
          </w:p>
          <w:p w14:paraId="4E4ACA40" w14:textId="77777777" w:rsidR="004E5B7C" w:rsidRDefault="004E5B7C" w:rsidP="004E5B7C">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288B5C9F" w14:textId="77777777" w:rsidR="00BA3221" w:rsidRPr="001E471C" w:rsidRDefault="00BA3221" w:rsidP="004E5B7C">
            <w:pPr>
              <w:pStyle w:val="Testocommento"/>
              <w:jc w:val="both"/>
              <w:rPr>
                <w:rFonts w:ascii="Poppins" w:hAnsi="Poppins" w:cs="Poppins"/>
              </w:rPr>
            </w:pPr>
          </w:p>
          <w:p w14:paraId="263DDFD4" w14:textId="77777777" w:rsidR="004E5B7C" w:rsidRDefault="004E5B7C" w:rsidP="004E5B7C">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4FE24C8D" w14:textId="77777777" w:rsidR="00BA3221" w:rsidRPr="001E471C" w:rsidRDefault="00BA3221" w:rsidP="004E5B7C">
            <w:pPr>
              <w:pStyle w:val="Testocommento"/>
              <w:jc w:val="both"/>
              <w:rPr>
                <w:rFonts w:ascii="Poppins" w:hAnsi="Poppins" w:cs="Poppins"/>
              </w:rPr>
            </w:pPr>
          </w:p>
          <w:p w14:paraId="22EE9586" w14:textId="77777777" w:rsidR="004E5B7C" w:rsidRPr="001E471C" w:rsidRDefault="004E5B7C" w:rsidP="004E5B7C">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Pr>
                <w:rFonts w:ascii="Poppins" w:hAnsi="Poppins" w:cs="Poppins"/>
              </w:rPr>
              <w:t>3/4</w:t>
            </w:r>
            <w:r w:rsidRPr="001E471C">
              <w:rPr>
                <w:rFonts w:ascii="Poppins" w:hAnsi="Poppins" w:cs="Poppins"/>
              </w:rPr>
              <w:t>” F.</w:t>
            </w:r>
          </w:p>
          <w:p w14:paraId="35EAEA35" w14:textId="77777777" w:rsidR="004E5B7C" w:rsidRPr="001E471C" w:rsidRDefault="004E5B7C" w:rsidP="004E5B7C">
            <w:pPr>
              <w:pStyle w:val="Paragrafoelenco"/>
              <w:ind w:left="0"/>
              <w:jc w:val="both"/>
              <w:rPr>
                <w:rFonts w:ascii="Poppins" w:hAnsi="Poppins" w:cs="Poppins"/>
              </w:rPr>
            </w:pPr>
          </w:p>
          <w:p w14:paraId="1027B365" w14:textId="77777777" w:rsidR="004E5B7C" w:rsidRPr="00BA3221" w:rsidRDefault="004E5B7C" w:rsidP="004E5B7C">
            <w:pPr>
              <w:jc w:val="both"/>
              <w:rPr>
                <w:rFonts w:ascii="Poppins" w:hAnsi="Poppins" w:cs="Poppins"/>
                <w:b/>
                <w:bCs/>
                <w:sz w:val="20"/>
              </w:rPr>
            </w:pPr>
            <w:r w:rsidRPr="00BA3221">
              <w:rPr>
                <w:rFonts w:ascii="Poppins" w:hAnsi="Poppins" w:cs="Poppins"/>
                <w:b/>
                <w:bCs/>
                <w:sz w:val="20"/>
              </w:rPr>
              <w:t>Costruzione:</w:t>
            </w:r>
          </w:p>
          <w:p w14:paraId="5E19EFBF" w14:textId="6B96B4E0"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Serbatoio inerziale da 26 litri per il corretto funzionamento della pompa di calore e/o integrazione con un secondo generatore (caldaia gas) o come separatore idraulico d'impianto</w:t>
            </w:r>
          </w:p>
          <w:p w14:paraId="240F6C39" w14:textId="395A05D3"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Accumulo per l'acqua calda sanitaria in acciaio vetrificato dotato di serpentino (misura: 340 litri)</w:t>
            </w:r>
          </w:p>
          <w:p w14:paraId="7EB78784" w14:textId="31A4AC25"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Vaso d'espansione 10 litri dedicato all'impianto termico</w:t>
            </w:r>
          </w:p>
          <w:p w14:paraId="61D6D7B9" w14:textId="7E48BE95"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Vaso d'espansione dedicato al circuito dell'acqua calda sanitario (misura: 18 litri)</w:t>
            </w:r>
          </w:p>
          <w:p w14:paraId="0A1ECF51" w14:textId="31E944C1"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lastRenderedPageBreak/>
              <w:t>Valvola motorizzata a 3 vie deviatrice per la produzione dell'ACS</w:t>
            </w:r>
          </w:p>
          <w:p w14:paraId="5B041A9C" w14:textId="43C0D1E6"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Manometro su circuito primario</w:t>
            </w:r>
          </w:p>
          <w:p w14:paraId="477DB7C0" w14:textId="00D4D9AE"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Valvola di caricamento impianto primario</w:t>
            </w:r>
          </w:p>
          <w:p w14:paraId="3CFF1BDD" w14:textId="0F2AE4ED"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Riscaldatore elettrico 1,2 kW per l'eventuale integrazione/sostituzione nella produzione dell'acqua calda sanitaria</w:t>
            </w:r>
          </w:p>
          <w:p w14:paraId="21DCC255" w14:textId="71D0CA93"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Anodo elettrico per la protezione dell'accumulo dell'acqua calda sanitaria e controllo dell'anodo</w:t>
            </w:r>
          </w:p>
          <w:p w14:paraId="2D17F093" w14:textId="728638CB"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Valvola bypass differenziale</w:t>
            </w:r>
          </w:p>
          <w:p w14:paraId="0A750C00" w14:textId="4F03D7C6"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Predisposizione per installazione misuratore di portata</w:t>
            </w:r>
          </w:p>
          <w:p w14:paraId="475A123F" w14:textId="4974DFC8"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Valvole di sfiato automatiche</w:t>
            </w:r>
          </w:p>
          <w:p w14:paraId="657AE835" w14:textId="453DC22A"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Valvola di sicurezza sull'accumulo sanitario</w:t>
            </w:r>
          </w:p>
          <w:p w14:paraId="372B139E" w14:textId="199B76B6"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Scarico acqua accumulo ACS</w:t>
            </w:r>
          </w:p>
          <w:p w14:paraId="0A9C707D" w14:textId="09E5D5BF"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Valvole d'intercettazione impianto</w:t>
            </w:r>
          </w:p>
          <w:p w14:paraId="2E9427F4" w14:textId="6A77AB6D"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Pannelli frontali e laterali facilmente removibili in caso di manutenzione</w:t>
            </w:r>
          </w:p>
          <w:p w14:paraId="04CD8C7E" w14:textId="3167A930"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Portasonda per sensore di temperatura ACS</w:t>
            </w:r>
          </w:p>
          <w:p w14:paraId="5C9370E0" w14:textId="7A36FD38" w:rsidR="004E5B7C" w:rsidRPr="009C6020" w:rsidRDefault="004E5B7C" w:rsidP="009C6020">
            <w:pPr>
              <w:pStyle w:val="Paragrafoelenco"/>
              <w:numPr>
                <w:ilvl w:val="0"/>
                <w:numId w:val="5"/>
              </w:numPr>
              <w:jc w:val="both"/>
              <w:rPr>
                <w:rFonts w:ascii="Poppins" w:hAnsi="Poppins" w:cs="Poppins"/>
              </w:rPr>
            </w:pPr>
            <w:r w:rsidRPr="009C6020">
              <w:rPr>
                <w:rFonts w:ascii="Poppins" w:hAnsi="Poppins" w:cs="Poppins"/>
              </w:rPr>
              <w:t>Valvola di non ritorno</w:t>
            </w:r>
          </w:p>
          <w:p w14:paraId="1F5E1692" w14:textId="77777777" w:rsidR="004E5B7C" w:rsidRPr="00F10F5C" w:rsidRDefault="004E5B7C" w:rsidP="004E5B7C">
            <w:pPr>
              <w:jc w:val="both"/>
              <w:rPr>
                <w:rFonts w:ascii="Poppins" w:hAnsi="Poppins" w:cs="Poppins"/>
              </w:rPr>
            </w:pPr>
          </w:p>
          <w:p w14:paraId="7794A6AB" w14:textId="277C4176" w:rsidR="004E5B7C" w:rsidRPr="001E471C" w:rsidRDefault="004E5B7C" w:rsidP="004E5B7C">
            <w:pPr>
              <w:pStyle w:val="Testocommento"/>
              <w:jc w:val="both"/>
              <w:rPr>
                <w:rFonts w:ascii="Poppins" w:hAnsi="Poppins" w:cs="Poppins"/>
              </w:rPr>
            </w:pPr>
            <w:r w:rsidRPr="001E471C">
              <w:rPr>
                <w:rFonts w:ascii="Poppins" w:hAnsi="Poppins" w:cs="Poppins"/>
              </w:rPr>
              <w:t xml:space="preserve">Dimensioni [LxPxH]: </w:t>
            </w:r>
            <w:r>
              <w:rPr>
                <w:rFonts w:ascii="Poppins" w:hAnsi="Poppins" w:cs="Poppins"/>
              </w:rPr>
              <w:t>751x785x2100</w:t>
            </w:r>
            <w:r w:rsidRPr="001E471C">
              <w:rPr>
                <w:rFonts w:ascii="Poppins" w:hAnsi="Poppins" w:cs="Poppins"/>
              </w:rPr>
              <w:t xml:space="preserve"> mm</w:t>
            </w:r>
          </w:p>
          <w:p w14:paraId="2E204F2E" w14:textId="77777777" w:rsidR="004E5B7C" w:rsidRPr="001E471C" w:rsidRDefault="004E5B7C" w:rsidP="004E5B7C">
            <w:pPr>
              <w:pStyle w:val="Testocommento"/>
              <w:jc w:val="both"/>
              <w:rPr>
                <w:rFonts w:ascii="Poppins" w:hAnsi="Poppins" w:cs="Poppins"/>
              </w:rPr>
            </w:pPr>
          </w:p>
          <w:p w14:paraId="288A5E98" w14:textId="77777777" w:rsidR="004E5B7C" w:rsidRPr="009C6020" w:rsidRDefault="004E5B7C" w:rsidP="004E5B7C">
            <w:pPr>
              <w:pStyle w:val="Testocommento"/>
              <w:jc w:val="both"/>
              <w:rPr>
                <w:rFonts w:ascii="Poppins" w:hAnsi="Poppins" w:cs="Poppins"/>
                <w:b/>
                <w:bCs/>
              </w:rPr>
            </w:pPr>
            <w:r w:rsidRPr="009C6020">
              <w:rPr>
                <w:rFonts w:ascii="Poppins" w:hAnsi="Poppins" w:cs="Poppins"/>
                <w:b/>
                <w:bCs/>
              </w:rPr>
              <w:t>Dati tecnici Accumulo ACS:</w:t>
            </w:r>
          </w:p>
          <w:p w14:paraId="5F5BC09D" w14:textId="75277A95"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 xml:space="preserve">Capacità: </w:t>
            </w:r>
            <w:r>
              <w:rPr>
                <w:rFonts w:ascii="Poppins" w:hAnsi="Poppins" w:cs="Poppins"/>
              </w:rPr>
              <w:t>340</w:t>
            </w:r>
            <w:r w:rsidRPr="001E471C">
              <w:rPr>
                <w:rFonts w:ascii="Poppins" w:hAnsi="Poppins" w:cs="Poppins"/>
              </w:rPr>
              <w:t xml:space="preserve"> l</w:t>
            </w:r>
            <w:r>
              <w:rPr>
                <w:rFonts w:ascii="Poppins" w:hAnsi="Poppins" w:cs="Poppins"/>
              </w:rPr>
              <w:t>itri</w:t>
            </w:r>
          </w:p>
          <w:p w14:paraId="5DF9273E" w14:textId="06968C8F" w:rsidR="004E5B7C" w:rsidRDefault="004E5B7C" w:rsidP="009C6020">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3A63580E" w14:textId="7BDE1B31"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100</w:t>
            </w:r>
            <w:r w:rsidRPr="001E471C">
              <w:rPr>
                <w:rFonts w:ascii="Poppins" w:hAnsi="Poppins" w:cs="Poppins"/>
              </w:rPr>
              <w:t xml:space="preserve"> W (UNI EN 12897 con Tacqua = 65°C e Tambiente = 20°C)</w:t>
            </w:r>
          </w:p>
          <w:p w14:paraId="1035E575" w14:textId="4EB97C18" w:rsidR="004E5B7C" w:rsidRDefault="004E5B7C" w:rsidP="009C6020">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 xml:space="preserve">2,22 </w:t>
            </w:r>
            <w:r w:rsidRPr="001E471C">
              <w:rPr>
                <w:rFonts w:ascii="Poppins" w:hAnsi="Poppins" w:cs="Poppins"/>
              </w:rPr>
              <w:t>W/K</w:t>
            </w:r>
          </w:p>
          <w:p w14:paraId="7EB08135" w14:textId="3CDA8766" w:rsidR="004E5B7C" w:rsidRPr="001E471C" w:rsidRDefault="004E5B7C" w:rsidP="009C6020">
            <w:pPr>
              <w:pStyle w:val="Testocommento"/>
              <w:numPr>
                <w:ilvl w:val="0"/>
                <w:numId w:val="5"/>
              </w:numPr>
              <w:jc w:val="both"/>
              <w:rPr>
                <w:rFonts w:ascii="Poppins" w:hAnsi="Poppins" w:cs="Poppins"/>
              </w:rPr>
            </w:pPr>
            <w:r>
              <w:rPr>
                <w:rFonts w:ascii="Poppins" w:hAnsi="Poppins" w:cs="Poppins"/>
              </w:rPr>
              <w:t>Classe di efficienza energetica: C</w:t>
            </w:r>
          </w:p>
          <w:p w14:paraId="5459C7F0" w14:textId="77777777" w:rsidR="004E5B7C" w:rsidRPr="001E471C" w:rsidRDefault="004E5B7C" w:rsidP="004E5B7C">
            <w:pPr>
              <w:pStyle w:val="Testocommento"/>
              <w:jc w:val="both"/>
              <w:rPr>
                <w:rFonts w:ascii="Poppins" w:hAnsi="Poppins" w:cs="Poppins"/>
              </w:rPr>
            </w:pPr>
          </w:p>
          <w:p w14:paraId="13581B6E" w14:textId="77777777" w:rsidR="004E5B7C" w:rsidRPr="009C6020" w:rsidRDefault="004E5B7C" w:rsidP="004E5B7C">
            <w:pPr>
              <w:pStyle w:val="Testocommento"/>
              <w:jc w:val="both"/>
              <w:rPr>
                <w:rFonts w:ascii="Poppins" w:hAnsi="Poppins" w:cs="Poppins"/>
                <w:b/>
                <w:bCs/>
              </w:rPr>
            </w:pPr>
            <w:r w:rsidRPr="009C6020">
              <w:rPr>
                <w:rFonts w:ascii="Poppins" w:hAnsi="Poppins" w:cs="Poppins"/>
                <w:b/>
                <w:bCs/>
              </w:rPr>
              <w:t>Dati tecnici Accumulo Inerziale:</w:t>
            </w:r>
          </w:p>
          <w:p w14:paraId="36210B40" w14:textId="0CE67F80"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Capacità totale (volume utile): 2</w:t>
            </w:r>
            <w:r>
              <w:rPr>
                <w:rFonts w:ascii="Poppins" w:hAnsi="Poppins" w:cs="Poppins"/>
              </w:rPr>
              <w:t>6</w:t>
            </w:r>
            <w:r w:rsidRPr="001E471C">
              <w:rPr>
                <w:rFonts w:ascii="Poppins" w:hAnsi="Poppins" w:cs="Poppins"/>
              </w:rPr>
              <w:t xml:space="preserve"> l</w:t>
            </w:r>
            <w:r>
              <w:rPr>
                <w:rFonts w:ascii="Poppins" w:hAnsi="Poppins" w:cs="Poppins"/>
              </w:rPr>
              <w:t>itri</w:t>
            </w:r>
          </w:p>
          <w:p w14:paraId="2CB96A3F" w14:textId="01B61B89"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Pressione massima di esercizio: 3 bar se abbinata alla PdC</w:t>
            </w:r>
          </w:p>
          <w:p w14:paraId="602DBE1D" w14:textId="5F5E9605"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40</w:t>
            </w:r>
            <w:r w:rsidRPr="001E471C">
              <w:rPr>
                <w:rFonts w:ascii="Poppins" w:hAnsi="Poppins" w:cs="Poppins"/>
              </w:rPr>
              <w:t xml:space="preserve"> W (UNI EN 12897 con Tacqua = 65°C e Tambiente = 20°C)</w:t>
            </w:r>
          </w:p>
          <w:p w14:paraId="55E34676" w14:textId="50BB8841"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Dispersione specifica: 0,</w:t>
            </w:r>
            <w:r>
              <w:rPr>
                <w:rFonts w:ascii="Poppins" w:hAnsi="Poppins" w:cs="Poppins"/>
              </w:rPr>
              <w:t>89</w:t>
            </w:r>
            <w:r w:rsidRPr="001E471C">
              <w:rPr>
                <w:rFonts w:ascii="Poppins" w:hAnsi="Poppins" w:cs="Poppins"/>
              </w:rPr>
              <w:t xml:space="preserve"> W/K</w:t>
            </w:r>
          </w:p>
          <w:p w14:paraId="0B12F43D" w14:textId="77777777" w:rsidR="004E5B7C" w:rsidRPr="001E471C" w:rsidRDefault="004E5B7C" w:rsidP="004E5B7C">
            <w:pPr>
              <w:pStyle w:val="Testocommento"/>
              <w:jc w:val="both"/>
              <w:rPr>
                <w:rFonts w:ascii="Poppins" w:hAnsi="Poppins" w:cs="Poppins"/>
              </w:rPr>
            </w:pPr>
          </w:p>
          <w:p w14:paraId="713073B1" w14:textId="77777777" w:rsidR="004E5B7C" w:rsidRPr="009C6020" w:rsidRDefault="004E5B7C" w:rsidP="004E5B7C">
            <w:pPr>
              <w:pStyle w:val="Testocommento"/>
              <w:jc w:val="both"/>
              <w:rPr>
                <w:rFonts w:ascii="Poppins" w:hAnsi="Poppins" w:cs="Poppins"/>
                <w:b/>
                <w:bCs/>
              </w:rPr>
            </w:pPr>
            <w:r w:rsidRPr="009C6020">
              <w:rPr>
                <w:rFonts w:ascii="Poppins" w:hAnsi="Poppins" w:cs="Poppins"/>
                <w:b/>
                <w:bCs/>
              </w:rPr>
              <w:t>Campo di funzionamento:</w:t>
            </w:r>
          </w:p>
          <w:p w14:paraId="6AD33B98" w14:textId="1B2BE095"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t>Temperatura interna: 0 – 40°C</w:t>
            </w:r>
          </w:p>
          <w:p w14:paraId="44A21E72" w14:textId="7D536DAC" w:rsidR="004E5B7C" w:rsidRPr="001E471C" w:rsidRDefault="004E5B7C" w:rsidP="009C6020">
            <w:pPr>
              <w:pStyle w:val="Testocommento"/>
              <w:numPr>
                <w:ilvl w:val="0"/>
                <w:numId w:val="5"/>
              </w:numPr>
              <w:jc w:val="both"/>
              <w:rPr>
                <w:rFonts w:ascii="Poppins" w:hAnsi="Poppins" w:cs="Poppins"/>
              </w:rPr>
            </w:pPr>
            <w:r w:rsidRPr="001E471C">
              <w:rPr>
                <w:rFonts w:ascii="Poppins" w:hAnsi="Poppins" w:cs="Poppins"/>
              </w:rPr>
              <w:lastRenderedPageBreak/>
              <w:t xml:space="preserve">Temperatura acqua: 5 – </w:t>
            </w:r>
            <w:r>
              <w:rPr>
                <w:rFonts w:ascii="Poppins" w:hAnsi="Poppins" w:cs="Poppins"/>
              </w:rPr>
              <w:t>60</w:t>
            </w:r>
            <w:r w:rsidRPr="001E471C">
              <w:rPr>
                <w:rFonts w:ascii="Poppins" w:hAnsi="Poppins" w:cs="Poppins"/>
              </w:rPr>
              <w:t>°C</w:t>
            </w:r>
          </w:p>
          <w:p w14:paraId="1A76C85E" w14:textId="77777777" w:rsidR="004E5B7C" w:rsidRPr="001E471C" w:rsidRDefault="004E5B7C" w:rsidP="004E5B7C">
            <w:pPr>
              <w:pStyle w:val="Testocommento"/>
              <w:jc w:val="both"/>
              <w:rPr>
                <w:rFonts w:ascii="Poppins" w:hAnsi="Poppins" w:cs="Poppins"/>
                <w:b/>
                <w:bCs/>
              </w:rPr>
            </w:pPr>
          </w:p>
          <w:p w14:paraId="105086BC" w14:textId="77777777" w:rsidR="004E5B7C" w:rsidRPr="00E0664A" w:rsidRDefault="004E5B7C" w:rsidP="004E5B7C">
            <w:pPr>
              <w:pStyle w:val="Testocommento"/>
              <w:jc w:val="both"/>
              <w:rPr>
                <w:rFonts w:ascii="Poppins" w:hAnsi="Poppins" w:cs="Poppins"/>
              </w:rPr>
            </w:pPr>
            <w:r w:rsidRPr="00E0664A">
              <w:rPr>
                <w:rFonts w:ascii="Poppins" w:hAnsi="Poppins" w:cs="Poppins"/>
                <w:b/>
                <w:bCs/>
              </w:rPr>
              <w:t>Dati tecnici in abbinamento con MIRAI-SMI EH1218DC</w:t>
            </w:r>
            <w:r w:rsidRPr="00E0664A">
              <w:rPr>
                <w:rFonts w:ascii="Poppins" w:hAnsi="Poppins" w:cs="Poppins"/>
              </w:rPr>
              <w:t xml:space="preserve"> (Dati in accordo al regolamento UE N. 812-814/2013 e alla norma EN 16147 - aria interna 20°C e aria esterna 7°C):</w:t>
            </w:r>
          </w:p>
          <w:p w14:paraId="7C4D9ABB" w14:textId="2A6892BB"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Profilo di carico dichiarato: X</w:t>
            </w:r>
            <w:r>
              <w:rPr>
                <w:rFonts w:ascii="Poppins" w:hAnsi="Poppins" w:cs="Poppins"/>
              </w:rPr>
              <w:t>X</w:t>
            </w:r>
            <w:r w:rsidRPr="00E0664A">
              <w:rPr>
                <w:rFonts w:ascii="Poppins" w:hAnsi="Poppins" w:cs="Poppins"/>
              </w:rPr>
              <w:t>L</w:t>
            </w:r>
          </w:p>
          <w:p w14:paraId="4836003A" w14:textId="08D1D76B"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Classe di efficienza energetica: A</w:t>
            </w:r>
          </w:p>
          <w:p w14:paraId="5AB39A7E" w14:textId="7541E249"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373AC36B" w14:textId="7B92F01E"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6467AC12" w14:textId="01576950"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Tempo di riscaldamento (h:min): 1:</w:t>
            </w:r>
            <w:r>
              <w:rPr>
                <w:rFonts w:ascii="Poppins" w:hAnsi="Poppins" w:cs="Poppins"/>
              </w:rPr>
              <w:t>31</w:t>
            </w:r>
            <w:r w:rsidRPr="00E0664A">
              <w:rPr>
                <w:rFonts w:ascii="Poppins" w:hAnsi="Poppins" w:cs="Poppins"/>
              </w:rPr>
              <w:t xml:space="preserve"> (riscaldamento dell’accumulo da 10°C alla temperatura del termostato)</w:t>
            </w:r>
          </w:p>
          <w:p w14:paraId="78412453" w14:textId="0B0D207D"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4,41</w:t>
            </w:r>
            <w:r w:rsidRPr="00E0664A">
              <w:rPr>
                <w:rFonts w:ascii="Poppins" w:hAnsi="Poppins" w:cs="Poppins"/>
              </w:rPr>
              <w:t xml:space="preserve"> kWh (riscaldamento dell’accumulo da 10°C alla temperatura del termostato)</w:t>
            </w:r>
          </w:p>
          <w:p w14:paraId="761B72AB" w14:textId="1017A11B"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 xml:space="preserve">Potenza assorbita in stand-by: </w:t>
            </w:r>
            <w:r>
              <w:rPr>
                <w:rFonts w:ascii="Poppins" w:hAnsi="Poppins" w:cs="Poppins"/>
              </w:rPr>
              <w:t>45</w:t>
            </w:r>
            <w:r w:rsidRPr="00E0664A">
              <w:rPr>
                <w:rFonts w:ascii="Poppins" w:hAnsi="Poppins" w:cs="Poppins"/>
              </w:rPr>
              <w:t xml:space="preserve"> W</w:t>
            </w:r>
          </w:p>
          <w:p w14:paraId="160B0754" w14:textId="758C40A1"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xml:space="preserve">: </w:t>
            </w:r>
            <w:r>
              <w:rPr>
                <w:rFonts w:ascii="Poppins" w:hAnsi="Poppins" w:cs="Poppins"/>
              </w:rPr>
              <w:t>2,92</w:t>
            </w:r>
          </w:p>
          <w:p w14:paraId="4024E913" w14:textId="014B5DC0"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 xml:space="preserve">Volume massimo d’acqua calda utilizzabile (40°C): </w:t>
            </w:r>
            <w:r>
              <w:rPr>
                <w:rFonts w:ascii="Poppins" w:hAnsi="Poppins" w:cs="Poppins"/>
              </w:rPr>
              <w:t>370</w:t>
            </w:r>
            <w:r w:rsidRPr="00E0664A">
              <w:rPr>
                <w:rFonts w:ascii="Poppins" w:hAnsi="Poppins" w:cs="Poppins"/>
              </w:rPr>
              <w:t xml:space="preserve"> litri</w:t>
            </w:r>
          </w:p>
          <w:p w14:paraId="630E4349" w14:textId="0CDCC4DA"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Pr>
                <w:rFonts w:ascii="Poppins" w:hAnsi="Poppins" w:cs="Poppins"/>
              </w:rPr>
              <w:t>8,5</w:t>
            </w:r>
            <w:r w:rsidRPr="00E0664A">
              <w:rPr>
                <w:rFonts w:ascii="Poppins" w:hAnsi="Poppins" w:cs="Poppins"/>
              </w:rPr>
              <w:t xml:space="preserve"> kW</w:t>
            </w:r>
          </w:p>
          <w:p w14:paraId="35382901" w14:textId="77777777" w:rsidR="004E5B7C" w:rsidRPr="009C6020" w:rsidRDefault="004E5B7C" w:rsidP="004E5B7C">
            <w:pPr>
              <w:pStyle w:val="Testocommento"/>
              <w:jc w:val="both"/>
              <w:rPr>
                <w:rFonts w:ascii="Poppins" w:hAnsi="Poppins" w:cs="Poppins"/>
                <w:b/>
                <w:bCs/>
              </w:rPr>
            </w:pPr>
            <w:r w:rsidRPr="009C6020">
              <w:rPr>
                <w:rFonts w:ascii="Poppins" w:hAnsi="Poppins" w:cs="Poppins"/>
                <w:b/>
                <w:bCs/>
              </w:rPr>
              <w:t>Dati elettrici:</w:t>
            </w:r>
          </w:p>
          <w:p w14:paraId="4689CAE7" w14:textId="5DCCA5B9"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Potenza massima assorbita: 5,85 kW</w:t>
            </w:r>
          </w:p>
          <w:p w14:paraId="2F39DAF5" w14:textId="0EFE92E3"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Corrente massima assorbita: 28,4 A</w:t>
            </w:r>
          </w:p>
          <w:p w14:paraId="5991B714" w14:textId="5755B86C"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46295E72" w14:textId="0E90FCA6"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C190FA2" w14:textId="6B3937FB"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Grado di protezione IP: IPX1B</w:t>
            </w:r>
          </w:p>
          <w:p w14:paraId="287999FC" w14:textId="0D25838F" w:rsidR="004E5B7C" w:rsidRPr="00E0664A" w:rsidRDefault="004E5B7C" w:rsidP="009C6020">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5C15341C" w14:textId="77777777" w:rsidR="004E5B7C" w:rsidRPr="00E0664A" w:rsidRDefault="004E5B7C" w:rsidP="004E5B7C">
            <w:pPr>
              <w:pStyle w:val="Testocommento"/>
              <w:jc w:val="both"/>
              <w:rPr>
                <w:rFonts w:ascii="Poppins" w:hAnsi="Poppins" w:cs="Poppins"/>
              </w:rPr>
            </w:pPr>
          </w:p>
          <w:p w14:paraId="347CEEAA" w14:textId="77777777" w:rsidR="004E5B7C" w:rsidRPr="00E0664A" w:rsidRDefault="004E5B7C" w:rsidP="004E5B7C">
            <w:pPr>
              <w:pStyle w:val="Testocommento"/>
              <w:jc w:val="both"/>
              <w:rPr>
                <w:rFonts w:ascii="Poppins" w:hAnsi="Poppins" w:cs="Poppins"/>
              </w:rPr>
            </w:pPr>
            <w:r w:rsidRPr="00E0664A">
              <w:rPr>
                <w:rFonts w:ascii="Poppins" w:hAnsi="Poppins" w:cs="Poppins"/>
                <w:b/>
                <w:bCs/>
              </w:rPr>
              <w:t>Dati tecnici in abbinamento con MIRAI-SMI EH1618DC</w:t>
            </w:r>
            <w:r w:rsidRPr="00E0664A">
              <w:rPr>
                <w:rFonts w:ascii="Poppins" w:hAnsi="Poppins" w:cs="Poppins"/>
              </w:rPr>
              <w:t xml:space="preserve"> (Dati in accordo al regolamento UE N. 812-814/2013 e alla norma EN 16147 - aria interna 20°C e aria esterna 7°C):</w:t>
            </w:r>
          </w:p>
          <w:p w14:paraId="37DCB717" w14:textId="6ADFCBC8"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Profilo di carico dichiarato: X</w:t>
            </w:r>
            <w:r>
              <w:rPr>
                <w:rFonts w:ascii="Poppins" w:hAnsi="Poppins" w:cs="Poppins"/>
              </w:rPr>
              <w:t>X</w:t>
            </w:r>
            <w:r w:rsidRPr="00E0664A">
              <w:rPr>
                <w:rFonts w:ascii="Poppins" w:hAnsi="Poppins" w:cs="Poppins"/>
              </w:rPr>
              <w:t>L</w:t>
            </w:r>
          </w:p>
          <w:p w14:paraId="2968C433" w14:textId="2699B90F"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Classe di efficienza energetica: A</w:t>
            </w:r>
          </w:p>
          <w:p w14:paraId="333BA003" w14:textId="725D4299"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11765182" w14:textId="7ED0D2BA"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0321A778" w14:textId="76895EC8"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 xml:space="preserve">Tempo di riscaldamento (h:min): </w:t>
            </w:r>
            <w:r>
              <w:rPr>
                <w:rFonts w:ascii="Poppins" w:hAnsi="Poppins" w:cs="Poppins"/>
              </w:rPr>
              <w:t>1:13</w:t>
            </w:r>
            <w:r w:rsidRPr="00E0664A">
              <w:rPr>
                <w:rFonts w:ascii="Poppins" w:hAnsi="Poppins" w:cs="Poppins"/>
              </w:rPr>
              <w:t xml:space="preserve"> (riscaldamento dell’accumulo da 10°C alla temperatura del termostato)</w:t>
            </w:r>
          </w:p>
          <w:p w14:paraId="3D2265C2" w14:textId="31D36A99"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lastRenderedPageBreak/>
              <w:t xml:space="preserve">Potenza elettrica assorbita per il riscaldamento: </w:t>
            </w:r>
            <w:r>
              <w:rPr>
                <w:rFonts w:ascii="Poppins" w:hAnsi="Poppins" w:cs="Poppins"/>
              </w:rPr>
              <w:t>4,91</w:t>
            </w:r>
            <w:r w:rsidRPr="00E0664A">
              <w:rPr>
                <w:rFonts w:ascii="Poppins" w:hAnsi="Poppins" w:cs="Poppins"/>
              </w:rPr>
              <w:t xml:space="preserve"> kWh (riscaldamento dell’accumulo da 10°C alla temperatura del termostato)</w:t>
            </w:r>
          </w:p>
          <w:p w14:paraId="6BA6A209" w14:textId="39CD7534"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 xml:space="preserve">Potenza assorbita in stand-by: </w:t>
            </w:r>
            <w:r>
              <w:rPr>
                <w:rFonts w:ascii="Poppins" w:hAnsi="Poppins" w:cs="Poppins"/>
              </w:rPr>
              <w:t>49</w:t>
            </w:r>
            <w:r w:rsidRPr="00E0664A">
              <w:rPr>
                <w:rFonts w:ascii="Poppins" w:hAnsi="Poppins" w:cs="Poppins"/>
              </w:rPr>
              <w:t xml:space="preserve"> W</w:t>
            </w:r>
          </w:p>
          <w:p w14:paraId="72A32CF3" w14:textId="1A160C8E"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xml:space="preserve">: </w:t>
            </w:r>
            <w:r>
              <w:rPr>
                <w:rFonts w:ascii="Poppins" w:hAnsi="Poppins" w:cs="Poppins"/>
              </w:rPr>
              <w:t>2,72</w:t>
            </w:r>
          </w:p>
          <w:p w14:paraId="790065E1" w14:textId="62669C07"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 xml:space="preserve">Volume massimo d’acqua calda utilizzabile (40°C): </w:t>
            </w:r>
            <w:r>
              <w:rPr>
                <w:rFonts w:ascii="Poppins" w:hAnsi="Poppins" w:cs="Poppins"/>
              </w:rPr>
              <w:t>370</w:t>
            </w:r>
            <w:r w:rsidRPr="00E0664A">
              <w:rPr>
                <w:rFonts w:ascii="Poppins" w:hAnsi="Poppins" w:cs="Poppins"/>
              </w:rPr>
              <w:t xml:space="preserve"> litri</w:t>
            </w:r>
          </w:p>
          <w:p w14:paraId="1F514F78" w14:textId="3C2D4070" w:rsidR="004E5B7C" w:rsidRPr="00E0664A" w:rsidRDefault="004E5B7C" w:rsidP="00796713">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Pr>
                <w:rFonts w:ascii="Poppins" w:hAnsi="Poppins" w:cs="Poppins"/>
              </w:rPr>
              <w:t>10,8</w:t>
            </w:r>
            <w:r w:rsidRPr="00E0664A">
              <w:rPr>
                <w:rFonts w:ascii="Poppins" w:hAnsi="Poppins" w:cs="Poppins"/>
              </w:rPr>
              <w:t xml:space="preserve"> kW</w:t>
            </w:r>
          </w:p>
          <w:p w14:paraId="0D626346" w14:textId="77777777" w:rsidR="004E5B7C" w:rsidRPr="007F76BE" w:rsidRDefault="004E5B7C" w:rsidP="004E5B7C">
            <w:pPr>
              <w:pStyle w:val="Testocommento"/>
              <w:jc w:val="both"/>
              <w:rPr>
                <w:rFonts w:ascii="Poppins" w:hAnsi="Poppins" w:cs="Poppins"/>
                <w:b/>
                <w:bCs/>
              </w:rPr>
            </w:pPr>
            <w:r w:rsidRPr="007F76BE">
              <w:rPr>
                <w:rFonts w:ascii="Poppins" w:hAnsi="Poppins" w:cs="Poppins"/>
                <w:b/>
                <w:bCs/>
              </w:rPr>
              <w:t>Dati elettrici:</w:t>
            </w:r>
          </w:p>
          <w:p w14:paraId="12871C25" w14:textId="2ACFE82C"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Potenza massima assorbita: 6,95 kW</w:t>
            </w:r>
          </w:p>
          <w:p w14:paraId="644F7541" w14:textId="050AA66C"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Corrente massima assorbita: 30,7 A</w:t>
            </w:r>
          </w:p>
          <w:p w14:paraId="57523932" w14:textId="049F26D3"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869134D" w14:textId="68A118DC"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4216262C" w14:textId="07439035"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Grado di protezione IP: IPX1B</w:t>
            </w:r>
          </w:p>
          <w:p w14:paraId="66C33E79" w14:textId="46000464"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B4095A6" w14:textId="77777777" w:rsidR="004E5B7C" w:rsidRPr="00E0664A" w:rsidRDefault="004E5B7C" w:rsidP="004E5B7C">
            <w:pPr>
              <w:pStyle w:val="Testocommento"/>
              <w:jc w:val="both"/>
              <w:rPr>
                <w:rFonts w:ascii="Poppins" w:hAnsi="Poppins" w:cs="Poppins"/>
              </w:rPr>
            </w:pPr>
          </w:p>
          <w:p w14:paraId="27B9FE83" w14:textId="77777777" w:rsidR="004E5B7C" w:rsidRPr="00E0664A" w:rsidRDefault="004E5B7C" w:rsidP="004E5B7C">
            <w:pPr>
              <w:pStyle w:val="Testocommento"/>
              <w:jc w:val="both"/>
              <w:rPr>
                <w:rFonts w:ascii="Poppins" w:hAnsi="Poppins" w:cs="Poppins"/>
              </w:rPr>
            </w:pPr>
            <w:r w:rsidRPr="00E0664A">
              <w:rPr>
                <w:rFonts w:ascii="Poppins" w:hAnsi="Poppins" w:cs="Poppins"/>
                <w:b/>
                <w:bCs/>
              </w:rPr>
              <w:t>Dati tecnici in abbinamento con MIRAI-SMI EH1718DC</w:t>
            </w:r>
            <w:r w:rsidRPr="00E0664A">
              <w:rPr>
                <w:rFonts w:ascii="Poppins" w:hAnsi="Poppins" w:cs="Poppins"/>
              </w:rPr>
              <w:t xml:space="preserve"> (Dati in accordo al regolamento UE N. 812-814/2013 e alla norma EN 16147 - aria interna 20°C e aria esterna 7°C):</w:t>
            </w:r>
          </w:p>
          <w:p w14:paraId="2565AF26" w14:textId="4027417E"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Profilo di carico dichiarato: X</w:t>
            </w:r>
            <w:r>
              <w:rPr>
                <w:rFonts w:ascii="Poppins" w:hAnsi="Poppins" w:cs="Poppins"/>
              </w:rPr>
              <w:t>X</w:t>
            </w:r>
            <w:r w:rsidRPr="00E0664A">
              <w:rPr>
                <w:rFonts w:ascii="Poppins" w:hAnsi="Poppins" w:cs="Poppins"/>
              </w:rPr>
              <w:t>L</w:t>
            </w:r>
          </w:p>
          <w:p w14:paraId="48FD0A30" w14:textId="3D0842CF"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Classe di efficienza energetica: A</w:t>
            </w:r>
          </w:p>
          <w:p w14:paraId="2E7CB4EC" w14:textId="00F7D658"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62 dB(A)</w:t>
            </w:r>
          </w:p>
          <w:p w14:paraId="01358147" w14:textId="3EE6AAF6"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 xml:space="preserve">Impostazione temperatura termostato </w:t>
            </w:r>
            <w:r w:rsidRPr="00E0664A">
              <w:rPr>
                <w:rFonts w:ascii="Cambria" w:hAnsi="Cambria" w:cs="Cambria"/>
              </w:rPr>
              <w:t>Δ</w:t>
            </w:r>
            <w:r w:rsidRPr="00E0664A">
              <w:rPr>
                <w:rFonts w:ascii="Poppins" w:hAnsi="Poppins" w:cs="Poppins"/>
              </w:rPr>
              <w:t>T: 50-8°C</w:t>
            </w:r>
          </w:p>
          <w:p w14:paraId="7CAD3577" w14:textId="30541E37"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 xml:space="preserve">Tempo di riscaldamento (h:min): </w:t>
            </w:r>
            <w:r>
              <w:rPr>
                <w:rFonts w:ascii="Poppins" w:hAnsi="Poppins" w:cs="Poppins"/>
              </w:rPr>
              <w:t>1:13</w:t>
            </w:r>
            <w:r w:rsidRPr="00E0664A">
              <w:rPr>
                <w:rFonts w:ascii="Poppins" w:hAnsi="Poppins" w:cs="Poppins"/>
              </w:rPr>
              <w:t xml:space="preserve"> (riscaldamento dell’accumulo da  10°C alla temperatura del termostato)</w:t>
            </w:r>
          </w:p>
          <w:p w14:paraId="1BE90AAC" w14:textId="00348401"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4,73</w:t>
            </w:r>
            <w:r w:rsidRPr="00E0664A">
              <w:rPr>
                <w:rFonts w:ascii="Poppins" w:hAnsi="Poppins" w:cs="Poppins"/>
              </w:rPr>
              <w:t xml:space="preserve"> kWh (riscaldamento dell’accumulo da 10°C alla temperatura del termostato)</w:t>
            </w:r>
          </w:p>
          <w:p w14:paraId="564B31D7" w14:textId="4C5908CA"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 xml:space="preserve">Potenza assorbita in stand-by: </w:t>
            </w:r>
            <w:r>
              <w:rPr>
                <w:rFonts w:ascii="Poppins" w:hAnsi="Poppins" w:cs="Poppins"/>
              </w:rPr>
              <w:t>43</w:t>
            </w:r>
            <w:r w:rsidRPr="00E0664A">
              <w:rPr>
                <w:rFonts w:ascii="Poppins" w:hAnsi="Poppins" w:cs="Poppins"/>
              </w:rPr>
              <w:t xml:space="preserve"> W</w:t>
            </w:r>
          </w:p>
          <w:p w14:paraId="1DC3D847" w14:textId="0EB31BE8"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COP</w:t>
            </w:r>
            <w:r w:rsidRPr="00E836FE">
              <w:rPr>
                <w:rFonts w:ascii="Poppins" w:hAnsi="Poppins" w:cs="Poppins"/>
                <w:vertAlign w:val="subscript"/>
              </w:rPr>
              <w:t>DHW</w:t>
            </w:r>
            <w:r w:rsidRPr="00E0664A">
              <w:rPr>
                <w:rFonts w:ascii="Poppins" w:hAnsi="Poppins" w:cs="Poppins"/>
              </w:rPr>
              <w:t xml:space="preserve">: </w:t>
            </w:r>
            <w:r>
              <w:rPr>
                <w:rFonts w:ascii="Poppins" w:hAnsi="Poppins" w:cs="Poppins"/>
              </w:rPr>
              <w:t>2,73</w:t>
            </w:r>
          </w:p>
          <w:p w14:paraId="7D4CE718" w14:textId="338720A8"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 xml:space="preserve">Volume massimo d’acqua calda utilizzabile (40°C): </w:t>
            </w:r>
            <w:r>
              <w:rPr>
                <w:rFonts w:ascii="Poppins" w:hAnsi="Poppins" w:cs="Poppins"/>
              </w:rPr>
              <w:t>370</w:t>
            </w:r>
            <w:r w:rsidRPr="00E0664A">
              <w:rPr>
                <w:rFonts w:ascii="Poppins" w:hAnsi="Poppins" w:cs="Poppins"/>
              </w:rPr>
              <w:t xml:space="preserve"> litri</w:t>
            </w:r>
          </w:p>
          <w:p w14:paraId="0A4A729E" w14:textId="712B7773"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836FE">
              <w:rPr>
                <w:rFonts w:ascii="Poppins" w:hAnsi="Poppins" w:cs="Poppins"/>
                <w:vertAlign w:val="subscript"/>
              </w:rPr>
              <w:t>rated</w:t>
            </w:r>
            <w:r w:rsidRPr="00E0664A">
              <w:rPr>
                <w:rFonts w:ascii="Poppins" w:hAnsi="Poppins" w:cs="Poppins"/>
              </w:rPr>
              <w:t xml:space="preserve">: </w:t>
            </w:r>
            <w:r>
              <w:rPr>
                <w:rFonts w:ascii="Poppins" w:hAnsi="Poppins" w:cs="Poppins"/>
              </w:rPr>
              <w:t>10,8</w:t>
            </w:r>
            <w:r w:rsidRPr="00E0664A">
              <w:rPr>
                <w:rFonts w:ascii="Poppins" w:hAnsi="Poppins" w:cs="Poppins"/>
              </w:rPr>
              <w:t xml:space="preserve"> kW</w:t>
            </w:r>
          </w:p>
          <w:p w14:paraId="651BC447" w14:textId="77777777" w:rsidR="004E5B7C" w:rsidRPr="007F76BE" w:rsidRDefault="004E5B7C" w:rsidP="004E5B7C">
            <w:pPr>
              <w:pStyle w:val="Testocommento"/>
              <w:jc w:val="both"/>
              <w:rPr>
                <w:rFonts w:ascii="Poppins" w:hAnsi="Poppins" w:cs="Poppins"/>
                <w:b/>
                <w:bCs/>
              </w:rPr>
            </w:pPr>
            <w:r w:rsidRPr="007F76BE">
              <w:rPr>
                <w:rFonts w:ascii="Poppins" w:hAnsi="Poppins" w:cs="Poppins"/>
                <w:b/>
                <w:bCs/>
              </w:rPr>
              <w:t>Dati elettrici:</w:t>
            </w:r>
          </w:p>
          <w:p w14:paraId="7545D06D" w14:textId="2DD3106C"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Potenza massima assorbita: 6,95 kW</w:t>
            </w:r>
          </w:p>
          <w:p w14:paraId="1259D060" w14:textId="1529C0CD"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Corrente massima assorbita: 15,0 A</w:t>
            </w:r>
          </w:p>
          <w:p w14:paraId="1A9BA036" w14:textId="7DD62979"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5F5DE6F8" w14:textId="1C01FF38"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072B081" w14:textId="13A8CF5A" w:rsidR="004E5B7C" w:rsidRPr="00E0664A" w:rsidRDefault="004E5B7C" w:rsidP="007F76BE">
            <w:pPr>
              <w:pStyle w:val="Testocommento"/>
              <w:numPr>
                <w:ilvl w:val="0"/>
                <w:numId w:val="5"/>
              </w:numPr>
              <w:jc w:val="both"/>
              <w:rPr>
                <w:rFonts w:ascii="Poppins" w:hAnsi="Poppins" w:cs="Poppins"/>
              </w:rPr>
            </w:pPr>
            <w:r w:rsidRPr="00E0664A">
              <w:rPr>
                <w:rFonts w:ascii="Poppins" w:hAnsi="Poppins" w:cs="Poppins"/>
              </w:rPr>
              <w:lastRenderedPageBreak/>
              <w:t>Grado di protezione IP: IPX1B</w:t>
            </w:r>
          </w:p>
          <w:p w14:paraId="3AEA1ABB" w14:textId="4E277886" w:rsidR="004E5B7C" w:rsidRPr="001E471C" w:rsidRDefault="004E5B7C" w:rsidP="007F76BE">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421057EB" w14:textId="77777777" w:rsidR="004E5B7C" w:rsidRPr="001E471C" w:rsidRDefault="004E5B7C" w:rsidP="004E5B7C">
            <w:pPr>
              <w:pStyle w:val="Testocommento"/>
              <w:jc w:val="both"/>
              <w:rPr>
                <w:rFonts w:ascii="Poppins" w:hAnsi="Poppins" w:cs="Poppins"/>
              </w:rPr>
            </w:pPr>
          </w:p>
          <w:p w14:paraId="6615A75C" w14:textId="175C2D1D" w:rsidR="004E5B7C" w:rsidRPr="001E471C" w:rsidRDefault="004E5B7C" w:rsidP="004E5B7C">
            <w:pPr>
              <w:pStyle w:val="Testocommento"/>
              <w:jc w:val="both"/>
              <w:rPr>
                <w:rFonts w:ascii="Poppins" w:hAnsi="Poppins" w:cs="Poppins"/>
              </w:rPr>
            </w:pPr>
            <w:r w:rsidRPr="001E471C">
              <w:rPr>
                <w:rFonts w:ascii="Poppins" w:hAnsi="Poppins" w:cs="Poppins"/>
                <w:b/>
                <w:bCs/>
              </w:rPr>
              <w:t xml:space="preserve">Marca </w:t>
            </w:r>
            <w:r w:rsidR="007C2F50">
              <w:rPr>
                <w:rFonts w:ascii="Poppins" w:hAnsi="Poppins" w:cs="Poppins"/>
                <w:b/>
                <w:bCs/>
              </w:rPr>
              <w:t>Emmeti</w:t>
            </w:r>
            <w:r w:rsidRPr="001E471C">
              <w:rPr>
                <w:rFonts w:ascii="Poppins" w:hAnsi="Poppins" w:cs="Poppins"/>
                <w:b/>
                <w:bCs/>
              </w:rPr>
              <w:t xml:space="preserve"> - Modello Modulo centrale termica Eco Hydro Kit</w:t>
            </w:r>
            <w:r>
              <w:t xml:space="preserve"> </w:t>
            </w:r>
            <w:r w:rsidRPr="00E836FE">
              <w:rPr>
                <w:rFonts w:ascii="Poppins" w:hAnsi="Poppins" w:cs="Poppins"/>
                <w:b/>
                <w:bCs/>
              </w:rPr>
              <w:t>ITM-</w:t>
            </w:r>
            <w:r w:rsidR="008D1EE7">
              <w:rPr>
                <w:rFonts w:ascii="Poppins" w:hAnsi="Poppins" w:cs="Poppins"/>
                <w:b/>
                <w:bCs/>
              </w:rPr>
              <w:t>4</w:t>
            </w:r>
            <w:r w:rsidRPr="00E836FE">
              <w:rPr>
                <w:rFonts w:ascii="Poppins" w:hAnsi="Poppins" w:cs="Poppins"/>
                <w:b/>
                <w:bCs/>
              </w:rPr>
              <w:t>00B</w:t>
            </w:r>
            <w:r w:rsidRPr="001E471C">
              <w:rPr>
                <w:rFonts w:ascii="Poppins" w:hAnsi="Poppins" w:cs="Poppins"/>
                <w:b/>
                <w:bCs/>
              </w:rPr>
              <w:t xml:space="preserve"> o equivalente</w:t>
            </w:r>
            <w:r>
              <w:rPr>
                <w:rFonts w:ascii="Poppins" w:hAnsi="Poppins" w:cs="Poppins"/>
                <w:b/>
                <w:bCs/>
              </w:rPr>
              <w:t>.</w:t>
            </w:r>
          </w:p>
        </w:tc>
      </w:tr>
      <w:tr w:rsidR="004E5B7C" w:rsidRPr="00D5395B" w14:paraId="65037A7B" w14:textId="77777777" w:rsidTr="00EB510E">
        <w:tc>
          <w:tcPr>
            <w:tcW w:w="1208" w:type="dxa"/>
          </w:tcPr>
          <w:p w14:paraId="4CF50B9F" w14:textId="3941072A" w:rsidR="004E5B7C" w:rsidRPr="001E471C" w:rsidRDefault="004E5B7C" w:rsidP="004E5B7C">
            <w:pPr>
              <w:pStyle w:val="Testocommento"/>
              <w:jc w:val="center"/>
              <w:rPr>
                <w:rFonts w:ascii="Poppins" w:hAnsi="Poppins" w:cs="Poppins"/>
              </w:rPr>
            </w:pPr>
            <w:r>
              <w:rPr>
                <w:rFonts w:ascii="Poppins" w:hAnsi="Poppins" w:cs="Poppins"/>
              </w:rPr>
              <w:lastRenderedPageBreak/>
              <w:t>07245720</w:t>
            </w:r>
          </w:p>
        </w:tc>
        <w:tc>
          <w:tcPr>
            <w:tcW w:w="1867" w:type="dxa"/>
          </w:tcPr>
          <w:p w14:paraId="6FCBC21A" w14:textId="3F7B6346" w:rsidR="004E5B7C" w:rsidRPr="001E471C" w:rsidRDefault="004E5B7C" w:rsidP="004E5B7C">
            <w:pPr>
              <w:pStyle w:val="Testocommento"/>
              <w:jc w:val="center"/>
              <w:rPr>
                <w:rFonts w:ascii="Poppins" w:hAnsi="Poppins" w:cs="Poppins"/>
              </w:rPr>
            </w:pPr>
            <w:r>
              <w:rPr>
                <w:rFonts w:ascii="Poppins" w:hAnsi="Poppins" w:cs="Poppins"/>
              </w:rPr>
              <w:t>Kit tubi caldaia</w:t>
            </w:r>
          </w:p>
        </w:tc>
        <w:tc>
          <w:tcPr>
            <w:tcW w:w="6525" w:type="dxa"/>
          </w:tcPr>
          <w:p w14:paraId="712F6027" w14:textId="19AC885E" w:rsidR="004E5B7C" w:rsidRDefault="004E5B7C" w:rsidP="004E5B7C">
            <w:pPr>
              <w:pStyle w:val="Testocommento"/>
              <w:jc w:val="both"/>
              <w:rPr>
                <w:rFonts w:ascii="Poppins" w:hAnsi="Poppins" w:cs="Poppins"/>
              </w:rPr>
            </w:pPr>
            <w:r>
              <w:rPr>
                <w:rFonts w:ascii="Poppins" w:hAnsi="Poppins" w:cs="Poppins"/>
              </w:rPr>
              <w:t>Kit completo di tubazioni e valvole per il collegamento di una caldaia (generatore secondario) all’accumulo inerziale d</w:t>
            </w:r>
            <w:r w:rsidR="008D1EE7">
              <w:rPr>
                <w:rFonts w:ascii="Poppins" w:hAnsi="Poppins" w:cs="Poppins"/>
              </w:rPr>
              <w:t>ell’Eco Hydro Kit.</w:t>
            </w:r>
          </w:p>
          <w:p w14:paraId="0AF84615" w14:textId="77777777" w:rsidR="008D1EE7" w:rsidRDefault="008D1EE7" w:rsidP="004E5B7C">
            <w:pPr>
              <w:pStyle w:val="Testocommento"/>
              <w:jc w:val="both"/>
              <w:rPr>
                <w:rFonts w:ascii="Poppins" w:hAnsi="Poppins" w:cs="Poppins"/>
              </w:rPr>
            </w:pPr>
          </w:p>
          <w:p w14:paraId="76E25C7F" w14:textId="6B439338" w:rsidR="004E5B7C" w:rsidRPr="001E471C" w:rsidRDefault="004E5B7C" w:rsidP="004E5B7C">
            <w:pPr>
              <w:pStyle w:val="Testocommento"/>
              <w:jc w:val="both"/>
              <w:rPr>
                <w:rFonts w:ascii="Poppins" w:hAnsi="Poppins" w:cs="Poppins"/>
              </w:rPr>
            </w:pPr>
            <w:r w:rsidRPr="001E471C">
              <w:rPr>
                <w:rFonts w:ascii="Poppins" w:hAnsi="Poppins" w:cs="Poppins"/>
                <w:b/>
                <w:bCs/>
              </w:rPr>
              <w:t xml:space="preserve">Marca </w:t>
            </w:r>
            <w:r w:rsidR="007C2F50">
              <w:rPr>
                <w:rFonts w:ascii="Poppins" w:hAnsi="Poppins" w:cs="Poppins"/>
                <w:b/>
                <w:bCs/>
              </w:rPr>
              <w:t>Emmeti</w:t>
            </w:r>
            <w:r w:rsidRPr="001E471C">
              <w:rPr>
                <w:rFonts w:ascii="Poppins" w:hAnsi="Poppins" w:cs="Poppins"/>
                <w:b/>
                <w:bCs/>
              </w:rPr>
              <w:t xml:space="preserve"> - Modello Kit </w:t>
            </w:r>
            <w:r>
              <w:rPr>
                <w:rFonts w:ascii="Poppins" w:hAnsi="Poppins" w:cs="Poppins"/>
                <w:b/>
                <w:bCs/>
              </w:rPr>
              <w:t xml:space="preserve">tubi caldaia </w:t>
            </w:r>
            <w:r w:rsidRPr="001E471C">
              <w:rPr>
                <w:rFonts w:ascii="Poppins" w:hAnsi="Poppins" w:cs="Poppins"/>
                <w:b/>
                <w:bCs/>
              </w:rPr>
              <w:t>o equivalente</w:t>
            </w:r>
            <w:r w:rsidR="008D1EE7">
              <w:rPr>
                <w:rFonts w:ascii="Poppins" w:hAnsi="Poppins" w:cs="Poppins"/>
                <w:b/>
                <w:bCs/>
              </w:rPr>
              <w:t>.</w:t>
            </w:r>
          </w:p>
        </w:tc>
      </w:tr>
    </w:tbl>
    <w:p w14:paraId="13325E32"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95D21" w14:textId="77777777" w:rsidR="00A37B74" w:rsidRDefault="00A37B74">
      <w:r>
        <w:separator/>
      </w:r>
    </w:p>
  </w:endnote>
  <w:endnote w:type="continuationSeparator" w:id="0">
    <w:p w14:paraId="2666184E" w14:textId="77777777" w:rsidR="00A37B74" w:rsidRDefault="00A3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w:panose1 w:val="00000500000000000000"/>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 Light">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G Omega">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DD5" w14:textId="77777777" w:rsidR="00AC0741" w:rsidRDefault="00AC0741"/>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CE7C2F" w14:paraId="5E4FCC5C" w14:textId="77777777" w:rsidTr="004706FD">
      <w:tc>
        <w:tcPr>
          <w:tcW w:w="4534" w:type="dxa"/>
        </w:tcPr>
        <w:p w14:paraId="75A60B68" w14:textId="2A1BC05E" w:rsidR="00C86331" w:rsidRPr="00C86331" w:rsidRDefault="00CE7C2F" w:rsidP="00AE695B">
          <w:pPr>
            <w:pStyle w:val="Pidipagina"/>
            <w:tabs>
              <w:tab w:val="clear" w:pos="9638"/>
            </w:tabs>
            <w:ind w:left="-70"/>
            <w:rPr>
              <w:rFonts w:ascii="Poppins" w:hAnsi="Poppins" w:cs="Poppins"/>
              <w:iCs/>
              <w:noProof/>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4D4E95">
            <w:rPr>
              <w:rFonts w:ascii="Poppins" w:hAnsi="Poppins" w:cs="Poppins"/>
              <w:iCs/>
              <w:noProof/>
              <w:sz w:val="16"/>
            </w:rPr>
            <w:t>Eco</w:t>
          </w:r>
          <w:r w:rsidR="00AE695B">
            <w:rPr>
              <w:rFonts w:ascii="Poppins" w:hAnsi="Poppins" w:cs="Poppins"/>
              <w:iCs/>
              <w:noProof/>
              <w:sz w:val="16"/>
            </w:rPr>
            <w:t xml:space="preserve"> Hydro </w:t>
          </w:r>
          <w:r w:rsidR="004D4E95">
            <w:rPr>
              <w:rFonts w:ascii="Poppins" w:hAnsi="Poppins" w:cs="Poppins"/>
              <w:iCs/>
              <w:noProof/>
              <w:sz w:val="16"/>
            </w:rPr>
            <w:t>Kit</w:t>
          </w:r>
          <w:r w:rsidRPr="00EC29FF">
            <w:rPr>
              <w:rFonts w:ascii="Poppins" w:hAnsi="Poppins" w:cs="Poppins"/>
              <w:iCs/>
              <w:sz w:val="16"/>
            </w:rPr>
            <w:fldChar w:fldCharType="end"/>
          </w:r>
        </w:p>
      </w:tc>
      <w:tc>
        <w:tcPr>
          <w:tcW w:w="5176" w:type="dxa"/>
        </w:tcPr>
        <w:p w14:paraId="7E109C79" w14:textId="49F5D455" w:rsidR="00CE7C2F" w:rsidRPr="00EC29FF" w:rsidRDefault="00CE7C2F">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009E2742"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DC054F">
            <w:rPr>
              <w:rFonts w:ascii="Poppins" w:hAnsi="Poppins" w:cs="Poppins"/>
              <w:noProof/>
              <w:sz w:val="14"/>
              <w:szCs w:val="14"/>
            </w:rPr>
            <w:t>10</w:t>
          </w:r>
          <w:r w:rsidRPr="00EC29FF">
            <w:rPr>
              <w:rFonts w:ascii="Poppins" w:hAnsi="Poppins" w:cs="Poppins"/>
              <w:sz w:val="14"/>
              <w:szCs w:val="14"/>
            </w:rPr>
            <w:fldChar w:fldCharType="end"/>
          </w:r>
        </w:p>
      </w:tc>
    </w:tr>
  </w:tbl>
  <w:p w14:paraId="365FCFBF" w14:textId="77777777" w:rsidR="00CE7C2F" w:rsidRPr="005C61B9" w:rsidRDefault="00942B09"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EE0B973" wp14:editId="4E3747C5">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6155F" w14:textId="77777777" w:rsidR="00A37B74" w:rsidRDefault="00A37B74">
      <w:r>
        <w:separator/>
      </w:r>
    </w:p>
  </w:footnote>
  <w:footnote w:type="continuationSeparator" w:id="0">
    <w:p w14:paraId="76A194AD" w14:textId="77777777" w:rsidR="00A37B74" w:rsidRDefault="00A37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8E8A" w14:textId="77777777" w:rsidR="009E250A" w:rsidRPr="00D17F30" w:rsidRDefault="00CC31A7" w:rsidP="00CC31A7">
    <w:pPr>
      <w:pStyle w:val="Intestazione"/>
      <w:jc w:val="center"/>
      <w:rPr>
        <w:rFonts w:ascii="Poppins" w:hAnsi="Poppins" w:cs="Poppins"/>
        <w:i/>
        <w:iCs/>
        <w:sz w:val="28"/>
        <w:szCs w:val="28"/>
      </w:rPr>
    </w:pPr>
    <w:r>
      <w:rPr>
        <w:noProof/>
        <w:sz w:val="20"/>
      </w:rPr>
      <w:drawing>
        <wp:inline distT="0" distB="0" distL="0" distR="0" wp14:anchorId="51463C84" wp14:editId="0E8C7E94">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sidR="00D17F30">
      <w:rPr>
        <w:sz w:val="20"/>
      </w:rPr>
      <w:t xml:space="preserve">                                                                                  </w:t>
    </w:r>
  </w:p>
  <w:p w14:paraId="5E0B0A0A" w14:textId="77777777" w:rsidR="00D440AE" w:rsidRDefault="00D440AE" w:rsidP="00CC31A7">
    <w:pPr>
      <w:pStyle w:val="Intestazione"/>
      <w:jc w:val="center"/>
      <w:rPr>
        <w:sz w:val="16"/>
        <w:szCs w:val="16"/>
      </w:rPr>
    </w:pPr>
  </w:p>
  <w:p w14:paraId="688D0D87" w14:textId="77777777" w:rsidR="006E5C4B" w:rsidRPr="00D440AE" w:rsidRDefault="006E5C4B" w:rsidP="00CC31A7">
    <w:pPr>
      <w:pStyle w:val="Intestazione"/>
      <w:jc w:val="center"/>
      <w:rPr>
        <w:sz w:val="16"/>
        <w:szCs w:val="16"/>
      </w:rPr>
    </w:pPr>
  </w:p>
  <w:p w14:paraId="064CE377" w14:textId="77777777" w:rsidR="00D440AE" w:rsidRPr="00D440AE" w:rsidRDefault="00D440AE"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4F89"/>
    <w:multiLevelType w:val="hybridMultilevel"/>
    <w:tmpl w:val="E6DE8DC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207185"/>
    <w:multiLevelType w:val="hybridMultilevel"/>
    <w:tmpl w:val="958ECF5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A11917"/>
    <w:multiLevelType w:val="hybridMultilevel"/>
    <w:tmpl w:val="772C413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927603"/>
    <w:multiLevelType w:val="hybridMultilevel"/>
    <w:tmpl w:val="563007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A3327B"/>
    <w:multiLevelType w:val="hybridMultilevel"/>
    <w:tmpl w:val="C78A7EB0"/>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9D1096"/>
    <w:multiLevelType w:val="hybridMultilevel"/>
    <w:tmpl w:val="F418045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BF1F14"/>
    <w:multiLevelType w:val="hybridMultilevel"/>
    <w:tmpl w:val="0900AEE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9E5A79"/>
    <w:multiLevelType w:val="hybridMultilevel"/>
    <w:tmpl w:val="3E021DA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6A2192"/>
    <w:multiLevelType w:val="hybridMultilevel"/>
    <w:tmpl w:val="18BA1B9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921BA7"/>
    <w:multiLevelType w:val="hybridMultilevel"/>
    <w:tmpl w:val="F796B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750FB"/>
    <w:multiLevelType w:val="hybridMultilevel"/>
    <w:tmpl w:val="002874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9876EB"/>
    <w:multiLevelType w:val="hybridMultilevel"/>
    <w:tmpl w:val="D8920BB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805690"/>
    <w:multiLevelType w:val="hybridMultilevel"/>
    <w:tmpl w:val="4A9CC7E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3053B5"/>
    <w:multiLevelType w:val="hybridMultilevel"/>
    <w:tmpl w:val="F6AEF75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6C4B22"/>
    <w:multiLevelType w:val="hybridMultilevel"/>
    <w:tmpl w:val="204C6EF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6759F1"/>
    <w:multiLevelType w:val="hybridMultilevel"/>
    <w:tmpl w:val="710430B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AF43F0"/>
    <w:multiLevelType w:val="hybridMultilevel"/>
    <w:tmpl w:val="00CE2FD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A61E82"/>
    <w:multiLevelType w:val="hybridMultilevel"/>
    <w:tmpl w:val="96C81D4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424A4C"/>
    <w:multiLevelType w:val="hybridMultilevel"/>
    <w:tmpl w:val="F660459C"/>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10110"/>
    <w:multiLevelType w:val="hybridMultilevel"/>
    <w:tmpl w:val="03B8227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D70F4F"/>
    <w:multiLevelType w:val="hybridMultilevel"/>
    <w:tmpl w:val="1A16FFC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810B7A"/>
    <w:multiLevelType w:val="hybridMultilevel"/>
    <w:tmpl w:val="0AFA5CD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4C63B64"/>
    <w:multiLevelType w:val="hybridMultilevel"/>
    <w:tmpl w:val="64300D1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FE27C9"/>
    <w:multiLevelType w:val="hybridMultilevel"/>
    <w:tmpl w:val="ED64CE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AE43FC8"/>
    <w:multiLevelType w:val="hybridMultilevel"/>
    <w:tmpl w:val="192889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7071999">
    <w:abstractNumId w:val="19"/>
  </w:num>
  <w:num w:numId="2" w16cid:durableId="987830463">
    <w:abstractNumId w:val="18"/>
  </w:num>
  <w:num w:numId="3" w16cid:durableId="508523977">
    <w:abstractNumId w:val="7"/>
  </w:num>
  <w:num w:numId="4" w16cid:durableId="842820075">
    <w:abstractNumId w:val="10"/>
  </w:num>
  <w:num w:numId="5" w16cid:durableId="51781343">
    <w:abstractNumId w:val="20"/>
  </w:num>
  <w:num w:numId="6" w16cid:durableId="165442711">
    <w:abstractNumId w:val="6"/>
  </w:num>
  <w:num w:numId="7" w16cid:durableId="1536387169">
    <w:abstractNumId w:val="3"/>
  </w:num>
  <w:num w:numId="8" w16cid:durableId="934826559">
    <w:abstractNumId w:val="0"/>
  </w:num>
  <w:num w:numId="9" w16cid:durableId="1788812313">
    <w:abstractNumId w:val="12"/>
  </w:num>
  <w:num w:numId="10" w16cid:durableId="148983747">
    <w:abstractNumId w:val="17"/>
  </w:num>
  <w:num w:numId="11" w16cid:durableId="1916818141">
    <w:abstractNumId w:val="8"/>
  </w:num>
  <w:num w:numId="12" w16cid:durableId="2144761795">
    <w:abstractNumId w:val="22"/>
  </w:num>
  <w:num w:numId="13" w16cid:durableId="724640578">
    <w:abstractNumId w:val="16"/>
  </w:num>
  <w:num w:numId="14" w16cid:durableId="1110395474">
    <w:abstractNumId w:val="26"/>
  </w:num>
  <w:num w:numId="15" w16cid:durableId="196697476">
    <w:abstractNumId w:val="25"/>
  </w:num>
  <w:num w:numId="16" w16cid:durableId="342321527">
    <w:abstractNumId w:val="13"/>
  </w:num>
  <w:num w:numId="17" w16cid:durableId="541599476">
    <w:abstractNumId w:val="2"/>
  </w:num>
  <w:num w:numId="18" w16cid:durableId="1893420027">
    <w:abstractNumId w:val="11"/>
  </w:num>
  <w:num w:numId="19" w16cid:durableId="2074767177">
    <w:abstractNumId w:val="1"/>
  </w:num>
  <w:num w:numId="20" w16cid:durableId="1436897843">
    <w:abstractNumId w:val="15"/>
  </w:num>
  <w:num w:numId="21" w16cid:durableId="341664040">
    <w:abstractNumId w:val="4"/>
  </w:num>
  <w:num w:numId="22" w16cid:durableId="730813188">
    <w:abstractNumId w:val="27"/>
  </w:num>
  <w:num w:numId="23" w16cid:durableId="1175344749">
    <w:abstractNumId w:val="21"/>
  </w:num>
  <w:num w:numId="24" w16cid:durableId="733897432">
    <w:abstractNumId w:val="14"/>
  </w:num>
  <w:num w:numId="25" w16cid:durableId="1432697704">
    <w:abstractNumId w:val="23"/>
  </w:num>
  <w:num w:numId="26" w16cid:durableId="232474604">
    <w:abstractNumId w:val="24"/>
  </w:num>
  <w:num w:numId="27" w16cid:durableId="1864241440">
    <w:abstractNumId w:val="9"/>
  </w:num>
  <w:num w:numId="28" w16cid:durableId="11541025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B6932"/>
    <w:rsid w:val="000C52FA"/>
    <w:rsid w:val="000E15FA"/>
    <w:rsid w:val="000F7A52"/>
    <w:rsid w:val="000F7A85"/>
    <w:rsid w:val="00103A0D"/>
    <w:rsid w:val="001441C6"/>
    <w:rsid w:val="001450AB"/>
    <w:rsid w:val="001620E3"/>
    <w:rsid w:val="00171DAE"/>
    <w:rsid w:val="00195A49"/>
    <w:rsid w:val="001B6644"/>
    <w:rsid w:val="001E471C"/>
    <w:rsid w:val="001F18FC"/>
    <w:rsid w:val="001F782F"/>
    <w:rsid w:val="0023000E"/>
    <w:rsid w:val="002346C2"/>
    <w:rsid w:val="00264BCF"/>
    <w:rsid w:val="0028448D"/>
    <w:rsid w:val="002862D2"/>
    <w:rsid w:val="002A64B0"/>
    <w:rsid w:val="002B5D63"/>
    <w:rsid w:val="003333BC"/>
    <w:rsid w:val="00344430"/>
    <w:rsid w:val="003524C7"/>
    <w:rsid w:val="00357812"/>
    <w:rsid w:val="00387009"/>
    <w:rsid w:val="00392D51"/>
    <w:rsid w:val="00433C12"/>
    <w:rsid w:val="0044592F"/>
    <w:rsid w:val="004706FD"/>
    <w:rsid w:val="00474537"/>
    <w:rsid w:val="0048382E"/>
    <w:rsid w:val="004C0CA3"/>
    <w:rsid w:val="004D4E95"/>
    <w:rsid w:val="004E5B7C"/>
    <w:rsid w:val="00536743"/>
    <w:rsid w:val="005C61B9"/>
    <w:rsid w:val="005F0EAD"/>
    <w:rsid w:val="00610639"/>
    <w:rsid w:val="006B218C"/>
    <w:rsid w:val="006B29B1"/>
    <w:rsid w:val="006D044B"/>
    <w:rsid w:val="006D4FDF"/>
    <w:rsid w:val="006E5C4B"/>
    <w:rsid w:val="006F1812"/>
    <w:rsid w:val="006F6AB3"/>
    <w:rsid w:val="00710BB8"/>
    <w:rsid w:val="00727388"/>
    <w:rsid w:val="00745AB1"/>
    <w:rsid w:val="0074712F"/>
    <w:rsid w:val="00782096"/>
    <w:rsid w:val="00796713"/>
    <w:rsid w:val="007C2F50"/>
    <w:rsid w:val="007D5EC7"/>
    <w:rsid w:val="007E7665"/>
    <w:rsid w:val="007F1215"/>
    <w:rsid w:val="007F76BE"/>
    <w:rsid w:val="0080323F"/>
    <w:rsid w:val="00810A85"/>
    <w:rsid w:val="00830828"/>
    <w:rsid w:val="00844BBC"/>
    <w:rsid w:val="00867692"/>
    <w:rsid w:val="008A2C0A"/>
    <w:rsid w:val="008B5587"/>
    <w:rsid w:val="008D1EE7"/>
    <w:rsid w:val="00923354"/>
    <w:rsid w:val="00931A8A"/>
    <w:rsid w:val="00942B09"/>
    <w:rsid w:val="00992282"/>
    <w:rsid w:val="009A219D"/>
    <w:rsid w:val="009A67A0"/>
    <w:rsid w:val="009C1166"/>
    <w:rsid w:val="009C6020"/>
    <w:rsid w:val="009E07DC"/>
    <w:rsid w:val="009E250A"/>
    <w:rsid w:val="009E2742"/>
    <w:rsid w:val="00A06A5E"/>
    <w:rsid w:val="00A216E2"/>
    <w:rsid w:val="00A37B74"/>
    <w:rsid w:val="00A62A77"/>
    <w:rsid w:val="00A7148F"/>
    <w:rsid w:val="00A71CC6"/>
    <w:rsid w:val="00A743FF"/>
    <w:rsid w:val="00AC0741"/>
    <w:rsid w:val="00AD05EC"/>
    <w:rsid w:val="00AD1706"/>
    <w:rsid w:val="00AE695B"/>
    <w:rsid w:val="00B7475F"/>
    <w:rsid w:val="00B93CD1"/>
    <w:rsid w:val="00BA3221"/>
    <w:rsid w:val="00BD14D8"/>
    <w:rsid w:val="00BF1E16"/>
    <w:rsid w:val="00C203AE"/>
    <w:rsid w:val="00C233C1"/>
    <w:rsid w:val="00C25698"/>
    <w:rsid w:val="00C27DFF"/>
    <w:rsid w:val="00C437EE"/>
    <w:rsid w:val="00C55FF9"/>
    <w:rsid w:val="00C86331"/>
    <w:rsid w:val="00C93402"/>
    <w:rsid w:val="00CB1475"/>
    <w:rsid w:val="00CC31A7"/>
    <w:rsid w:val="00CD3B24"/>
    <w:rsid w:val="00CE7C2F"/>
    <w:rsid w:val="00D061A5"/>
    <w:rsid w:val="00D178ED"/>
    <w:rsid w:val="00D17F30"/>
    <w:rsid w:val="00D440AE"/>
    <w:rsid w:val="00DC054F"/>
    <w:rsid w:val="00DD2E16"/>
    <w:rsid w:val="00DD7057"/>
    <w:rsid w:val="00DE5C0B"/>
    <w:rsid w:val="00E0664A"/>
    <w:rsid w:val="00E07577"/>
    <w:rsid w:val="00E36C49"/>
    <w:rsid w:val="00E42389"/>
    <w:rsid w:val="00E57F66"/>
    <w:rsid w:val="00E836FE"/>
    <w:rsid w:val="00EA01C8"/>
    <w:rsid w:val="00EB33B9"/>
    <w:rsid w:val="00EC29FF"/>
    <w:rsid w:val="00EF73E5"/>
    <w:rsid w:val="00F10F5C"/>
    <w:rsid w:val="00F50F65"/>
    <w:rsid w:val="00F60A0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31115"/>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D50B6-2FED-4A15-8BA6-2536CFAF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10</Pages>
  <Words>2214</Words>
  <Characters>12620</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14805</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9</cp:revision>
  <cp:lastPrinted>2024-01-29T12:52:00Z</cp:lastPrinted>
  <dcterms:created xsi:type="dcterms:W3CDTF">2024-04-23T12:15:00Z</dcterms:created>
  <dcterms:modified xsi:type="dcterms:W3CDTF">2024-04-23T13:16:00Z</dcterms:modified>
</cp:coreProperties>
</file>